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5595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DD2ED3" w14:textId="77777777" w:rsidTr="00146EEC">
        <w:tc>
          <w:tcPr>
            <w:tcW w:w="2689" w:type="dxa"/>
          </w:tcPr>
          <w:p w14:paraId="0100532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834A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1486" w14:paraId="76495362" w14:textId="77777777" w:rsidTr="00146EEC">
        <w:tc>
          <w:tcPr>
            <w:tcW w:w="2689" w:type="dxa"/>
          </w:tcPr>
          <w:p w14:paraId="0A1C8198" w14:textId="70F90783" w:rsidR="00521486" w:rsidRPr="00CC451E" w:rsidRDefault="00521486" w:rsidP="00C56DC5">
            <w:pPr>
              <w:pStyle w:val="SIText"/>
            </w:pPr>
            <w:r>
              <w:t xml:space="preserve">Release </w:t>
            </w:r>
            <w:r w:rsidR="00C56DC5">
              <w:t>2</w:t>
            </w:r>
          </w:p>
        </w:tc>
        <w:tc>
          <w:tcPr>
            <w:tcW w:w="6939" w:type="dxa"/>
          </w:tcPr>
          <w:p w14:paraId="02A45B25" w14:textId="04C15FD9" w:rsidR="00521486" w:rsidRPr="007C778A" w:rsidRDefault="00521486" w:rsidP="00521486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C56DC5" w14:paraId="684F5ECC" w14:textId="77777777" w:rsidTr="00146EEC">
        <w:tc>
          <w:tcPr>
            <w:tcW w:w="2689" w:type="dxa"/>
          </w:tcPr>
          <w:p w14:paraId="5B7C02FD" w14:textId="0C71784F" w:rsidR="00C56DC5" w:rsidRDefault="00C56DC5" w:rsidP="00C56DC5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3F8B913B" w14:textId="78211DE7" w:rsidR="00C56DC5" w:rsidRPr="007C778A" w:rsidRDefault="00C56DC5" w:rsidP="00C56DC5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76E8E8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981BD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39B2F5" w14:textId="44A56CC2" w:rsidR="00F1480E" w:rsidRPr="000754EC" w:rsidRDefault="001C1C41" w:rsidP="00C56DC5">
            <w:pPr>
              <w:pStyle w:val="SIUNITCODE"/>
            </w:pPr>
            <w:r>
              <w:t>FWP</w:t>
            </w:r>
            <w:r w:rsidR="009E7553">
              <w:t>SAW</w:t>
            </w:r>
            <w:r w:rsidR="00C56DC5">
              <w:t>3202</w:t>
            </w:r>
          </w:p>
        </w:tc>
        <w:tc>
          <w:tcPr>
            <w:tcW w:w="3604" w:type="pct"/>
            <w:shd w:val="clear" w:color="auto" w:fill="auto"/>
          </w:tcPr>
          <w:p w14:paraId="20935106" w14:textId="6D46DBB5" w:rsidR="00F1480E" w:rsidRPr="000754EC" w:rsidRDefault="00385A36" w:rsidP="00A965C4">
            <w:pPr>
              <w:pStyle w:val="SIUnittitle"/>
            </w:pPr>
            <w:r w:rsidRPr="00385A36">
              <w:t>Produce sawn green boards</w:t>
            </w:r>
          </w:p>
        </w:tc>
      </w:tr>
      <w:tr w:rsidR="00F1480E" w:rsidRPr="00963A46" w14:paraId="3F02741B" w14:textId="77777777" w:rsidTr="00CA2922">
        <w:tc>
          <w:tcPr>
            <w:tcW w:w="1396" w:type="pct"/>
            <w:shd w:val="clear" w:color="auto" w:fill="auto"/>
          </w:tcPr>
          <w:p w14:paraId="3C71A8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4ADD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2D4644" w14:textId="6A6D1B88" w:rsidR="00385A36" w:rsidRPr="00385A36" w:rsidRDefault="007F2FDF" w:rsidP="00385A36">
            <w:pPr>
              <w:pStyle w:val="SIText"/>
            </w:pPr>
            <w:r w:rsidRPr="006F05A5">
              <w:t xml:space="preserve">This unit of competency describes the </w:t>
            </w:r>
            <w:r w:rsidRPr="007F2FDF">
              <w:t xml:space="preserve">skills and knowledge required to </w:t>
            </w:r>
            <w:proofErr w:type="gramStart"/>
            <w:r w:rsidR="007A66C6">
              <w:t>re</w:t>
            </w:r>
            <w:r w:rsidR="00B52471">
              <w:t>-</w:t>
            </w:r>
            <w:r w:rsidR="007A66C6">
              <w:t>saw</w:t>
            </w:r>
            <w:proofErr w:type="gramEnd"/>
            <w:r w:rsidR="00385A36" w:rsidRPr="00385A36">
              <w:t xml:space="preserve"> </w:t>
            </w:r>
            <w:r w:rsidR="00AE5DE6">
              <w:t xml:space="preserve">green </w:t>
            </w:r>
            <w:r w:rsidR="007A66C6">
              <w:t>timber</w:t>
            </w:r>
            <w:r w:rsidR="007A66C6" w:rsidRPr="00385A36">
              <w:t xml:space="preserve"> </w:t>
            </w:r>
            <w:r w:rsidR="00AE5DE6">
              <w:t xml:space="preserve">boards </w:t>
            </w:r>
            <w:r w:rsidR="00385A36" w:rsidRPr="00385A36">
              <w:t xml:space="preserve">to width and on the cant with sawing machine to optimise </w:t>
            </w:r>
            <w:r w:rsidR="007A66C6">
              <w:t>its</w:t>
            </w:r>
            <w:r w:rsidR="007A66C6" w:rsidRPr="00385A36">
              <w:t xml:space="preserve"> </w:t>
            </w:r>
            <w:r w:rsidR="00385A36" w:rsidRPr="00385A36">
              <w:t xml:space="preserve">conversion and usability. </w:t>
            </w:r>
          </w:p>
          <w:p w14:paraId="31ED6B5B" w14:textId="77777777" w:rsidR="00385A36" w:rsidRDefault="00385A36" w:rsidP="00385A36">
            <w:pPr>
              <w:pStyle w:val="SIText"/>
            </w:pPr>
          </w:p>
          <w:p w14:paraId="3AF8C0B9" w14:textId="4654F66F" w:rsidR="007F2FDF" w:rsidRDefault="007F2FDF" w:rsidP="007F2FDF">
            <w:pPr>
              <w:pStyle w:val="SIText"/>
            </w:pPr>
            <w:r>
              <w:t xml:space="preserve">The unit applies to </w:t>
            </w:r>
            <w:r w:rsidRPr="007F2FDF">
              <w:t xml:space="preserve">individuals who </w:t>
            </w:r>
            <w:r w:rsidR="00505137">
              <w:t>saw green boards in a</w:t>
            </w:r>
            <w:r w:rsidRPr="007F2FDF">
              <w:t xml:space="preserve"> </w:t>
            </w:r>
            <w:r w:rsidR="007A66C6">
              <w:t xml:space="preserve">timber processing </w:t>
            </w:r>
            <w:r w:rsidR="005B605B">
              <w:t>plant</w:t>
            </w:r>
            <w:r w:rsidRPr="007F2FDF">
              <w:t>.</w:t>
            </w:r>
          </w:p>
          <w:p w14:paraId="5F377C42" w14:textId="77777777" w:rsidR="007A272F" w:rsidRDefault="007A272F" w:rsidP="007F2FDF">
            <w:pPr>
              <w:pStyle w:val="SIText"/>
            </w:pPr>
          </w:p>
          <w:p w14:paraId="12ACC52A" w14:textId="77777777" w:rsidR="007A272F" w:rsidRPr="007A272F" w:rsidRDefault="007A272F" w:rsidP="007A272F">
            <w:pPr>
              <w:pStyle w:val="SIText"/>
            </w:pPr>
            <w:r w:rsidRPr="007A272F">
              <w:t>All work must be carried out to comply with workplace procedures, according to state/territory health and safety regulations, legislation and standards that apply to the workplace.</w:t>
            </w:r>
          </w:p>
          <w:p w14:paraId="31930441" w14:textId="77777777" w:rsidR="00385A36" w:rsidRDefault="00385A36" w:rsidP="00385A36">
            <w:pPr>
              <w:pStyle w:val="SIText"/>
            </w:pPr>
          </w:p>
          <w:p w14:paraId="70170AB3" w14:textId="2105675D" w:rsidR="00373436" w:rsidRPr="000754EC" w:rsidRDefault="00505137" w:rsidP="00385A36">
            <w:pPr>
              <w:pStyle w:val="SIText"/>
            </w:pPr>
            <w:r w:rsidRPr="006F05A5">
              <w:t xml:space="preserve">No </w:t>
            </w:r>
            <w:r w:rsidRPr="00505137">
              <w:t>occupational licensing, legislative or certification requirements apply to this unit at the time of publication.</w:t>
            </w:r>
          </w:p>
        </w:tc>
      </w:tr>
      <w:tr w:rsidR="00F1480E" w:rsidRPr="00963A46" w14:paraId="2EF7EAB6" w14:textId="77777777" w:rsidTr="00CA2922">
        <w:tc>
          <w:tcPr>
            <w:tcW w:w="1396" w:type="pct"/>
            <w:shd w:val="clear" w:color="auto" w:fill="auto"/>
          </w:tcPr>
          <w:p w14:paraId="5C2D0C0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33F2D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7C028C5" w14:textId="77777777" w:rsidTr="00CA2922">
        <w:tc>
          <w:tcPr>
            <w:tcW w:w="1396" w:type="pct"/>
            <w:shd w:val="clear" w:color="auto" w:fill="auto"/>
          </w:tcPr>
          <w:p w14:paraId="77F4225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D5E507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71E8BE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E511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DB19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67599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747B8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D3E0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4BF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5A36" w:rsidRPr="00963A46" w14:paraId="309352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B29CE3" w14:textId="404FC680" w:rsidR="00385A36" w:rsidRPr="00385A36" w:rsidRDefault="00385A36" w:rsidP="00AE5DE6">
            <w:pPr>
              <w:pStyle w:val="SIText"/>
            </w:pPr>
            <w:r w:rsidRPr="00385A36">
              <w:t xml:space="preserve">1. Prepare for </w:t>
            </w:r>
            <w:r w:rsidR="00AE5DE6">
              <w:t>re</w:t>
            </w:r>
            <w:r w:rsidR="002E4E2B">
              <w:t>-</w:t>
            </w:r>
            <w:r w:rsidR="00AE5DE6">
              <w:t xml:space="preserve">sawing green </w:t>
            </w:r>
            <w:r w:rsidR="00FD2540">
              <w:t>timber boa</w:t>
            </w:r>
            <w:r w:rsidR="00AE5DE6">
              <w:t>r</w:t>
            </w:r>
            <w:r w:rsidR="00FD2540">
              <w:t>d</w:t>
            </w:r>
            <w:r w:rsidR="00AE5DE6">
              <w:t xml:space="preserve">s </w:t>
            </w:r>
          </w:p>
        </w:tc>
        <w:tc>
          <w:tcPr>
            <w:tcW w:w="3604" w:type="pct"/>
            <w:shd w:val="clear" w:color="auto" w:fill="auto"/>
          </w:tcPr>
          <w:p w14:paraId="18D38B5C" w14:textId="49EDD9D3" w:rsidR="00505137" w:rsidRPr="00505137" w:rsidRDefault="00385A36" w:rsidP="00505137">
            <w:pPr>
              <w:pStyle w:val="SIText"/>
            </w:pPr>
            <w:r w:rsidRPr="00385A36">
              <w:t xml:space="preserve">1.1 </w:t>
            </w:r>
            <w:r w:rsidR="00505137" w:rsidRPr="00505137">
              <w:t>Review work order to determine job requirements and where required seek clarification from appropriate personnel</w:t>
            </w:r>
          </w:p>
          <w:p w14:paraId="0695F815" w14:textId="7B169CD4" w:rsidR="00505137" w:rsidRPr="00505137" w:rsidRDefault="00505137" w:rsidP="00505137">
            <w:pPr>
              <w:pStyle w:val="SIText"/>
            </w:pPr>
            <w:r>
              <w:t xml:space="preserve">1.2 </w:t>
            </w:r>
            <w:r w:rsidR="005B605B" w:rsidRPr="00412B73">
              <w:rPr>
                <w:noProof/>
              </w:rPr>
              <w:t>Review</w:t>
            </w:r>
            <w:r w:rsidRPr="00505137">
              <w:t xml:space="preserve"> </w:t>
            </w:r>
            <w:r w:rsidR="00CF761A">
              <w:t xml:space="preserve">environmental protection procedures and </w:t>
            </w:r>
            <w:r w:rsidRPr="00505137">
              <w:t xml:space="preserve">health and safety requirements, including </w:t>
            </w:r>
            <w:r w:rsidR="00C12EB9">
              <w:t xml:space="preserve">the </w:t>
            </w:r>
            <w:r w:rsidRPr="00C12EB9">
              <w:rPr>
                <w:noProof/>
              </w:rPr>
              <w:t>use</w:t>
            </w:r>
            <w:r w:rsidRPr="00505137">
              <w:t xml:space="preserve"> of personal protective equipment, equipment </w:t>
            </w:r>
            <w:r w:rsidRPr="00C12EB9">
              <w:rPr>
                <w:noProof/>
              </w:rPr>
              <w:t>lockout</w:t>
            </w:r>
            <w:r w:rsidRPr="00505137">
              <w:t xml:space="preserve"> and safe manual handling techniques</w:t>
            </w:r>
          </w:p>
          <w:p w14:paraId="425ADED3" w14:textId="4538EADF" w:rsidR="00505137" w:rsidRPr="00505137" w:rsidRDefault="00505137" w:rsidP="00505137">
            <w:pPr>
              <w:pStyle w:val="SIText"/>
            </w:pPr>
            <w:r w:rsidRPr="00B2235C">
              <w:t>1.</w:t>
            </w:r>
            <w:r w:rsidRPr="00505137">
              <w:t xml:space="preserve">3 Identify, assess and take actions to mitigate risks and hazards associated with </w:t>
            </w:r>
            <w:r>
              <w:t>sawing</w:t>
            </w:r>
            <w:r w:rsidRPr="00505137">
              <w:t xml:space="preserve"> operations</w:t>
            </w:r>
          </w:p>
          <w:p w14:paraId="1152B7C8" w14:textId="584FF468" w:rsidR="00385A36" w:rsidRPr="00385A36" w:rsidRDefault="00505137" w:rsidP="00505137">
            <w:pPr>
              <w:pStyle w:val="SIText"/>
            </w:pPr>
            <w:r>
              <w:t xml:space="preserve">1.4 Identify and implement </w:t>
            </w:r>
            <w:r w:rsidRPr="00505137">
              <w:t>workplace procedures for minimising waste material and maximising energy efficiency</w:t>
            </w:r>
          </w:p>
          <w:p w14:paraId="2D6130B9" w14:textId="1B165BCF" w:rsidR="00385A36" w:rsidRPr="00385A36" w:rsidRDefault="00385A36" w:rsidP="00385A36">
            <w:pPr>
              <w:pStyle w:val="SIText"/>
            </w:pPr>
            <w:r w:rsidRPr="00385A36">
              <w:t>1.</w:t>
            </w:r>
            <w:r w:rsidR="00505137">
              <w:t>5</w:t>
            </w:r>
            <w:r w:rsidRPr="00385A36">
              <w:t xml:space="preserve"> Plan timber conversion and saw set-up in line with work order</w:t>
            </w:r>
          </w:p>
          <w:p w14:paraId="04970479" w14:textId="6C459F3F" w:rsidR="00385A36" w:rsidRPr="00385A36" w:rsidRDefault="00385A36" w:rsidP="00385A36">
            <w:pPr>
              <w:pStyle w:val="SIText"/>
            </w:pPr>
            <w:r w:rsidRPr="00385A36">
              <w:t>1.</w:t>
            </w:r>
            <w:r w:rsidR="00505137">
              <w:t>6</w:t>
            </w:r>
            <w:r w:rsidRPr="00385A36">
              <w:t xml:space="preserve"> Acquire the type</w:t>
            </w:r>
            <w:r w:rsidR="00CE451A">
              <w:t xml:space="preserve">, </w:t>
            </w:r>
            <w:r w:rsidRPr="00385A36">
              <w:t xml:space="preserve">quantity </w:t>
            </w:r>
            <w:r w:rsidR="00CE451A">
              <w:t xml:space="preserve">and quality </w:t>
            </w:r>
            <w:r w:rsidRPr="00385A36">
              <w:t xml:space="preserve">of material to </w:t>
            </w:r>
            <w:r w:rsidRPr="00412B73">
              <w:rPr>
                <w:noProof/>
              </w:rPr>
              <w:t>be cut</w:t>
            </w:r>
            <w:r w:rsidRPr="00385A36">
              <w:t xml:space="preserve"> from the storage location</w:t>
            </w:r>
          </w:p>
        </w:tc>
      </w:tr>
      <w:tr w:rsidR="00385A36" w:rsidRPr="00963A46" w14:paraId="019E98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D3A938" w14:textId="571D29E1" w:rsidR="00385A36" w:rsidRPr="00385A36" w:rsidRDefault="00385A36" w:rsidP="00385A36">
            <w:pPr>
              <w:pStyle w:val="SIText"/>
            </w:pPr>
            <w:r w:rsidRPr="00385A36">
              <w:t xml:space="preserve">2. Produce green </w:t>
            </w:r>
            <w:r w:rsidR="00763CE7">
              <w:t xml:space="preserve">timber </w:t>
            </w:r>
            <w:r w:rsidRPr="00385A36">
              <w:t>boards</w:t>
            </w:r>
          </w:p>
        </w:tc>
        <w:tc>
          <w:tcPr>
            <w:tcW w:w="3604" w:type="pct"/>
            <w:shd w:val="clear" w:color="auto" w:fill="auto"/>
          </w:tcPr>
          <w:p w14:paraId="701B7A5A" w14:textId="52F96935" w:rsidR="00170309" w:rsidRDefault="00170309" w:rsidP="00385A36">
            <w:pPr>
              <w:pStyle w:val="SIText"/>
            </w:pPr>
            <w:r>
              <w:t>2.1</w:t>
            </w:r>
            <w:r w:rsidR="00385A36" w:rsidRPr="00385A36">
              <w:t xml:space="preserve"> Set </w:t>
            </w:r>
            <w:r>
              <w:t xml:space="preserve">up </w:t>
            </w:r>
            <w:r w:rsidR="00385A36" w:rsidRPr="00385A36">
              <w:t>saw, carriage and feed</w:t>
            </w:r>
            <w:r w:rsidR="00C12EB9">
              <w:t>ing system</w:t>
            </w:r>
            <w:r w:rsidR="00505137">
              <w:t xml:space="preserve"> </w:t>
            </w:r>
            <w:r>
              <w:t>according to</w:t>
            </w:r>
            <w:r w:rsidRPr="00170309">
              <w:t xml:space="preserve"> workplace safety procedures, manufacturer instructions and environmental protection practices </w:t>
            </w:r>
          </w:p>
          <w:p w14:paraId="27479B82" w14:textId="5F630A3B" w:rsidR="00385A36" w:rsidRPr="00385A36" w:rsidRDefault="00170309" w:rsidP="00385A36">
            <w:pPr>
              <w:pStyle w:val="SIText"/>
            </w:pPr>
            <w:r>
              <w:t>2.2</w:t>
            </w:r>
            <w:r w:rsidR="00505137">
              <w:t xml:space="preserve"> </w:t>
            </w:r>
            <w:r>
              <w:t>C</w:t>
            </w:r>
            <w:r w:rsidR="00385A36" w:rsidRPr="00385A36">
              <w:t xml:space="preserve">heck </w:t>
            </w:r>
            <w:r>
              <w:t xml:space="preserve">the operational capability of </w:t>
            </w:r>
            <w:r w:rsidR="00FC1272">
              <w:t xml:space="preserve">saw and </w:t>
            </w:r>
            <w:r>
              <w:t xml:space="preserve">equipment </w:t>
            </w:r>
            <w:r w:rsidR="00385A36" w:rsidRPr="00385A36">
              <w:t xml:space="preserve">and </w:t>
            </w:r>
            <w:r w:rsidR="00385A36" w:rsidRPr="00412B73">
              <w:rPr>
                <w:noProof/>
              </w:rPr>
              <w:t>adjust regularly</w:t>
            </w:r>
            <w:r>
              <w:t xml:space="preserve"> to suit conversion plan and product </w:t>
            </w:r>
            <w:r w:rsidR="00385A36" w:rsidRPr="00385A36">
              <w:t>sizes and tolerances</w:t>
            </w:r>
            <w:r>
              <w:t xml:space="preserve"> </w:t>
            </w:r>
            <w:r w:rsidRPr="00170309">
              <w:rPr>
                <w:noProof/>
              </w:rPr>
              <w:t>a</w:t>
            </w:r>
            <w:r>
              <w:rPr>
                <w:noProof/>
              </w:rPr>
              <w:t>c</w:t>
            </w:r>
            <w:r w:rsidRPr="00170309">
              <w:rPr>
                <w:noProof/>
              </w:rPr>
              <w:t>cording</w:t>
            </w:r>
            <w:r>
              <w:t xml:space="preserve"> to work order</w:t>
            </w:r>
          </w:p>
          <w:p w14:paraId="01258E57" w14:textId="1F5A8F87" w:rsidR="00385A36" w:rsidRPr="00385A36" w:rsidRDefault="00385A36" w:rsidP="00385A36">
            <w:pPr>
              <w:pStyle w:val="SIText"/>
            </w:pPr>
            <w:r w:rsidRPr="00385A36">
              <w:t xml:space="preserve">2.3 </w:t>
            </w:r>
            <w:r w:rsidR="00170309">
              <w:t>M</w:t>
            </w:r>
            <w:r w:rsidRPr="00385A36">
              <w:t xml:space="preserve">onitor timber quantity to ensure </w:t>
            </w:r>
            <w:r w:rsidR="00C12EB9">
              <w:t xml:space="preserve">a </w:t>
            </w:r>
            <w:r w:rsidRPr="00C12EB9">
              <w:rPr>
                <w:noProof/>
              </w:rPr>
              <w:t>constant</w:t>
            </w:r>
            <w:r w:rsidRPr="00385A36">
              <w:t xml:space="preserve"> supply to the saw</w:t>
            </w:r>
          </w:p>
          <w:p w14:paraId="18D2575B" w14:textId="7E125B50" w:rsidR="00385A36" w:rsidRPr="00385A36" w:rsidRDefault="00385A36" w:rsidP="00385A36">
            <w:pPr>
              <w:pStyle w:val="SIText"/>
            </w:pPr>
            <w:r w:rsidRPr="00385A36">
              <w:t xml:space="preserve">2.4 </w:t>
            </w:r>
            <w:r w:rsidR="00170309">
              <w:t>O</w:t>
            </w:r>
            <w:r w:rsidR="00170309" w:rsidRPr="00170309">
              <w:t xml:space="preserve">perate saw and equipment </w:t>
            </w:r>
            <w:r w:rsidR="00170309">
              <w:t xml:space="preserve">while </w:t>
            </w:r>
            <w:r w:rsidR="00170309" w:rsidRPr="00170309">
              <w:rPr>
                <w:noProof/>
              </w:rPr>
              <w:t>m</w:t>
            </w:r>
            <w:r w:rsidRPr="00170309">
              <w:rPr>
                <w:noProof/>
              </w:rPr>
              <w:t>ainta</w:t>
            </w:r>
            <w:r w:rsidR="00170309">
              <w:rPr>
                <w:noProof/>
              </w:rPr>
              <w:t>in</w:t>
            </w:r>
            <w:r w:rsidRPr="00170309">
              <w:rPr>
                <w:noProof/>
              </w:rPr>
              <w:t>in</w:t>
            </w:r>
            <w:r w:rsidR="00170309" w:rsidRPr="00170309">
              <w:rPr>
                <w:noProof/>
              </w:rPr>
              <w:t>g</w:t>
            </w:r>
            <w:r w:rsidRPr="00385A36">
              <w:t xml:space="preserve"> feed rate to optimise production without damaging </w:t>
            </w:r>
            <w:r w:rsidR="00C12EB9">
              <w:t xml:space="preserve">timber </w:t>
            </w:r>
            <w:r w:rsidRPr="00385A36">
              <w:t>or saw blade</w:t>
            </w:r>
          </w:p>
          <w:p w14:paraId="586DF6EE" w14:textId="43167D32" w:rsidR="00385A36" w:rsidRPr="00385A36" w:rsidRDefault="00385A36" w:rsidP="00385A36">
            <w:pPr>
              <w:pStyle w:val="SIText"/>
            </w:pPr>
            <w:r w:rsidRPr="00385A36">
              <w:t xml:space="preserve">2.5 </w:t>
            </w:r>
            <w:r w:rsidR="00505137">
              <w:t>Reuse, recycle or d</w:t>
            </w:r>
            <w:r w:rsidRPr="00385A36">
              <w:t xml:space="preserve">ispose of incorrect cuts, off-cuts and sub-standard </w:t>
            </w:r>
            <w:r w:rsidR="00C12EB9">
              <w:t xml:space="preserve">timber </w:t>
            </w:r>
            <w:r w:rsidR="00505137">
              <w:t>according</w:t>
            </w:r>
            <w:r w:rsidRPr="00385A36">
              <w:t xml:space="preserve"> </w:t>
            </w:r>
            <w:r w:rsidR="00505137">
              <w:t xml:space="preserve">to workplace and </w:t>
            </w:r>
            <w:r w:rsidRPr="00385A36">
              <w:t>environmental protection practices</w:t>
            </w:r>
          </w:p>
          <w:p w14:paraId="0DA6E8A3" w14:textId="31D7F59B" w:rsidR="00385A36" w:rsidRPr="00385A36" w:rsidRDefault="00385A36" w:rsidP="00385A36">
            <w:pPr>
              <w:pStyle w:val="SIText"/>
            </w:pPr>
            <w:r w:rsidRPr="00385A36">
              <w:t xml:space="preserve">2.6 Stack </w:t>
            </w:r>
            <w:r w:rsidR="00C12EB9">
              <w:t xml:space="preserve">timber </w:t>
            </w:r>
            <w:r w:rsidRPr="00385A36">
              <w:t xml:space="preserve">safely </w:t>
            </w:r>
            <w:r w:rsidR="00505137">
              <w:t>according to</w:t>
            </w:r>
            <w:r w:rsidRPr="00385A36">
              <w:t xml:space="preserve"> work order</w:t>
            </w:r>
          </w:p>
          <w:p w14:paraId="6BEAD190" w14:textId="77777777" w:rsidR="00437BB7" w:rsidRDefault="00385A36" w:rsidP="00385A36">
            <w:pPr>
              <w:pStyle w:val="SIText"/>
            </w:pPr>
            <w:r w:rsidRPr="00385A36">
              <w:t>2.7 Identify routine processing problems and resolve or report to appropriate personnel</w:t>
            </w:r>
          </w:p>
          <w:p w14:paraId="57375AAE" w14:textId="6BC83A00" w:rsidR="00385A36" w:rsidRPr="00385A36" w:rsidRDefault="00437BB7" w:rsidP="00385A36">
            <w:pPr>
              <w:pStyle w:val="SIText"/>
            </w:pPr>
            <w:r>
              <w:t>2.8 Record and report production output</w:t>
            </w:r>
          </w:p>
        </w:tc>
      </w:tr>
      <w:tr w:rsidR="00385A36" w:rsidRPr="00963A46" w14:paraId="4DE089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0134B" w14:textId="77777777" w:rsidR="00385A36" w:rsidRPr="00385A36" w:rsidRDefault="00385A36" w:rsidP="00385A36">
            <w:pPr>
              <w:pStyle w:val="SIText"/>
            </w:pPr>
            <w:r w:rsidRPr="00385A36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130F925" w14:textId="442C0F5C" w:rsidR="00385A36" w:rsidRPr="00385A36" w:rsidRDefault="00385A36" w:rsidP="00385A36">
            <w:pPr>
              <w:pStyle w:val="SIText"/>
            </w:pPr>
            <w:r w:rsidRPr="00385A36">
              <w:t xml:space="preserve">3.1 </w:t>
            </w:r>
            <w:r w:rsidR="00170309" w:rsidRPr="004D2951">
              <w:rPr>
                <w:noProof/>
              </w:rPr>
              <w:t>Lock out</w:t>
            </w:r>
            <w:r w:rsidR="00170309">
              <w:t xml:space="preserve"> equipment according to </w:t>
            </w:r>
            <w:r w:rsidR="00505137">
              <w:t>workplace</w:t>
            </w:r>
            <w:r w:rsidR="00505137" w:rsidRPr="00385A36">
              <w:t xml:space="preserve"> </w:t>
            </w:r>
            <w:r w:rsidRPr="00385A36">
              <w:t xml:space="preserve">safety procedures </w:t>
            </w:r>
          </w:p>
          <w:p w14:paraId="4ED2B7AA" w14:textId="137981CD" w:rsidR="00385A36" w:rsidRPr="00385A36" w:rsidRDefault="00385A36" w:rsidP="00385A36">
            <w:pPr>
              <w:pStyle w:val="SIText"/>
            </w:pPr>
            <w:r w:rsidRPr="00385A36">
              <w:t>3.2 Check saw blades for bluntness or damage</w:t>
            </w:r>
          </w:p>
          <w:p w14:paraId="04DCC995" w14:textId="7D1BC01D" w:rsidR="00385A36" w:rsidRPr="00385A36" w:rsidRDefault="00385A36" w:rsidP="00385A36">
            <w:pPr>
              <w:pStyle w:val="SIText"/>
            </w:pPr>
            <w:r w:rsidRPr="00385A36">
              <w:t xml:space="preserve">3.3 Remove and replace saw blades </w:t>
            </w:r>
            <w:r w:rsidR="00170309">
              <w:t>according to</w:t>
            </w:r>
            <w:r w:rsidRPr="00385A36">
              <w:t xml:space="preserve"> manufacturer recommendations</w:t>
            </w:r>
          </w:p>
          <w:p w14:paraId="252E0962" w14:textId="499B445D" w:rsidR="00385A36" w:rsidRPr="00385A36" w:rsidRDefault="00385A36" w:rsidP="00385A36">
            <w:pPr>
              <w:pStyle w:val="SIText"/>
            </w:pPr>
            <w:r w:rsidRPr="00385A36">
              <w:t xml:space="preserve">3.4 Dispose of used blades </w:t>
            </w:r>
            <w:r w:rsidR="00D92569">
              <w:t>according to</w:t>
            </w:r>
            <w:r w:rsidRPr="00385A36">
              <w:t xml:space="preserve"> </w:t>
            </w:r>
            <w:r w:rsidR="00D92569">
              <w:t xml:space="preserve">workplace </w:t>
            </w:r>
            <w:r w:rsidRPr="00385A36">
              <w:t>and environmental protection practices</w:t>
            </w:r>
          </w:p>
          <w:p w14:paraId="722ACD8A" w14:textId="649A8929" w:rsidR="00385A36" w:rsidRPr="00385A36" w:rsidRDefault="00385A36" w:rsidP="00385A36">
            <w:pPr>
              <w:pStyle w:val="SIText"/>
            </w:pPr>
            <w:r w:rsidRPr="00385A36">
              <w:t>3.5 Complete basic non-specialist maintenance for equipment</w:t>
            </w:r>
          </w:p>
          <w:p w14:paraId="6F1C1846" w14:textId="061EEEF4" w:rsidR="00385A36" w:rsidRPr="00385A36" w:rsidRDefault="00385A36" w:rsidP="00385A36">
            <w:pPr>
              <w:pStyle w:val="SIText"/>
            </w:pPr>
            <w:r w:rsidRPr="00385A36">
              <w:t xml:space="preserve">3.6 Keep machine clear of dust and debris </w:t>
            </w:r>
            <w:r w:rsidR="00505137">
              <w:t>according to workplace</w:t>
            </w:r>
            <w:r w:rsidRPr="00385A36">
              <w:t xml:space="preserve"> safety procedures</w:t>
            </w:r>
          </w:p>
          <w:p w14:paraId="23DC1A0F" w14:textId="7AD2DCB9" w:rsidR="00385A36" w:rsidRPr="00385A36" w:rsidRDefault="00385A36" w:rsidP="00170309">
            <w:pPr>
              <w:pStyle w:val="SIText"/>
            </w:pPr>
            <w:r w:rsidRPr="00385A36">
              <w:t>3.7 Record and report equipment faults and maintenance requirements to appropriate personnel</w:t>
            </w:r>
          </w:p>
        </w:tc>
      </w:tr>
    </w:tbl>
    <w:p w14:paraId="39FBEB2D" w14:textId="77777777" w:rsidR="005F771F" w:rsidRDefault="005F771F" w:rsidP="005F771F">
      <w:pPr>
        <w:pStyle w:val="SIText"/>
      </w:pPr>
    </w:p>
    <w:p w14:paraId="1079F70A" w14:textId="77777777" w:rsidR="005F771F" w:rsidRPr="000754EC" w:rsidRDefault="005F771F" w:rsidP="000754EC">
      <w:r>
        <w:br w:type="page"/>
      </w:r>
    </w:p>
    <w:p w14:paraId="3206FE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19BE26" w14:textId="77777777" w:rsidTr="00CA2922">
        <w:trPr>
          <w:tblHeader/>
        </w:trPr>
        <w:tc>
          <w:tcPr>
            <w:tcW w:w="5000" w:type="pct"/>
            <w:gridSpan w:val="2"/>
          </w:tcPr>
          <w:p w14:paraId="51593D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A3EF2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19EA80" w14:textId="77777777" w:rsidTr="00CA2922">
        <w:trPr>
          <w:tblHeader/>
        </w:trPr>
        <w:tc>
          <w:tcPr>
            <w:tcW w:w="1396" w:type="pct"/>
          </w:tcPr>
          <w:p w14:paraId="51A086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59ABA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5137" w:rsidRPr="00336FCA" w:rsidDel="00423CB2" w14:paraId="112DB0E7" w14:textId="77777777" w:rsidTr="00CA2922">
        <w:tc>
          <w:tcPr>
            <w:tcW w:w="1396" w:type="pct"/>
          </w:tcPr>
          <w:p w14:paraId="083A27BE" w14:textId="4BD7C3B2" w:rsidR="00505137" w:rsidRPr="00385A36" w:rsidRDefault="00505137" w:rsidP="0050513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A134AE9" w14:textId="094E1B97" w:rsidR="00505137" w:rsidRPr="00385A36" w:rsidRDefault="00505137" w:rsidP="00DB1487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170309">
              <w:rPr>
                <w:noProof/>
              </w:rPr>
              <w:t>essential</w:t>
            </w:r>
            <w:r w:rsidRPr="00D47928">
              <w:t xml:space="preserve">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505137" w:rsidRPr="00336FCA" w:rsidDel="00423CB2" w14:paraId="3EB079CC" w14:textId="77777777" w:rsidTr="00CA2922">
        <w:tc>
          <w:tcPr>
            <w:tcW w:w="1396" w:type="pct"/>
          </w:tcPr>
          <w:p w14:paraId="28C5E835" w14:textId="2C993A33" w:rsidR="00505137" w:rsidRPr="00385A36" w:rsidRDefault="00505137" w:rsidP="0050513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6A0E39" w14:textId="1B67520B" w:rsidR="00505137" w:rsidRPr="00385A36" w:rsidRDefault="00505137" w:rsidP="00DB1487">
            <w:pPr>
              <w:pStyle w:val="SIBulletList1"/>
            </w:pPr>
            <w:r>
              <w:t xml:space="preserve">Prepare routine written reports using </w:t>
            </w:r>
            <w:r w:rsidR="00170309">
              <w:t xml:space="preserve">the </w:t>
            </w:r>
            <w:r w:rsidRPr="00170309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505137" w:rsidRPr="00336FCA" w:rsidDel="00423CB2" w14:paraId="03E59B8E" w14:textId="77777777" w:rsidTr="00CA2922">
        <w:tc>
          <w:tcPr>
            <w:tcW w:w="1396" w:type="pct"/>
          </w:tcPr>
          <w:p w14:paraId="5FC5DE4E" w14:textId="62258893" w:rsidR="00505137" w:rsidRPr="00385A36" w:rsidRDefault="00505137" w:rsidP="0050513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4EE454E" w14:textId="39FDF742" w:rsidR="00505137" w:rsidRPr="00385A36" w:rsidRDefault="00505137" w:rsidP="00DB1487">
            <w:pPr>
              <w:pStyle w:val="SIBulletList1"/>
            </w:pPr>
            <w:r>
              <w:t xml:space="preserve">Employ active listening and questioning to clarify </w:t>
            </w:r>
            <w:r w:rsidR="00170309">
              <w:t xml:space="preserve">the </w:t>
            </w:r>
            <w:r w:rsidRPr="00170309">
              <w:rPr>
                <w:noProof/>
              </w:rPr>
              <w:t>content</w:t>
            </w:r>
            <w:r>
              <w:t xml:space="preserve"> of work orders   </w:t>
            </w:r>
          </w:p>
        </w:tc>
      </w:tr>
      <w:tr w:rsidR="00505137" w:rsidRPr="00336FCA" w:rsidDel="00423CB2" w14:paraId="6676F832" w14:textId="77777777" w:rsidTr="00CA2922">
        <w:tc>
          <w:tcPr>
            <w:tcW w:w="1396" w:type="pct"/>
          </w:tcPr>
          <w:p w14:paraId="5D78FC7E" w14:textId="63D360FE" w:rsidR="00505137" w:rsidRPr="00385A36" w:rsidRDefault="00505137" w:rsidP="0050513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F3CD354" w14:textId="04C601CF" w:rsidR="00505137" w:rsidRPr="00505137" w:rsidRDefault="00505137" w:rsidP="000941A9">
            <w:pPr>
              <w:pStyle w:val="SIBulletList1"/>
            </w:pPr>
            <w:r w:rsidRPr="00505137">
              <w:t xml:space="preserve">Use standard </w:t>
            </w:r>
            <w:r w:rsidR="000941A9">
              <w:t xml:space="preserve">units of </w:t>
            </w:r>
            <w:r w:rsidRPr="00505137">
              <w:t>mea</w:t>
            </w:r>
            <w:r w:rsidR="000941A9">
              <w:t>sure when</w:t>
            </w:r>
            <w:r w:rsidRPr="00505137">
              <w:t xml:space="preserve"> </w:t>
            </w:r>
            <w:r w:rsidR="005028AE">
              <w:t xml:space="preserve">using measuring equipment, determining </w:t>
            </w:r>
            <w:r w:rsidRPr="00505137">
              <w:t>order sizes and set</w:t>
            </w:r>
            <w:r w:rsidR="000941A9">
              <w:t>ting</w:t>
            </w:r>
            <w:r w:rsidRPr="00505137">
              <w:t xml:space="preserve"> up saws to achieve correct depth, width and thickness of </w:t>
            </w:r>
            <w:r w:rsidR="00170309">
              <w:t xml:space="preserve">the </w:t>
            </w:r>
            <w:r w:rsidRPr="00170309">
              <w:rPr>
                <w:noProof/>
              </w:rPr>
              <w:t>cut</w:t>
            </w:r>
          </w:p>
          <w:p w14:paraId="057B4E49" w14:textId="63534BDD" w:rsidR="00505137" w:rsidRPr="00385A36" w:rsidRDefault="00505137" w:rsidP="00DB1487">
            <w:pPr>
              <w:pStyle w:val="SIBulletList1"/>
            </w:pPr>
            <w:r>
              <w:t xml:space="preserve">Perform </w:t>
            </w:r>
            <w:r w:rsidRPr="004D2951">
              <w:rPr>
                <w:noProof/>
              </w:rPr>
              <w:t>basic</w:t>
            </w:r>
            <w:r>
              <w:t xml:space="preserve"> </w:t>
            </w:r>
            <w:r w:rsidR="000941A9">
              <w:t>arithmetic</w:t>
            </w:r>
            <w:r>
              <w:t xml:space="preserve"> calculations to count </w:t>
            </w:r>
            <w:r w:rsidRPr="00385A36">
              <w:t xml:space="preserve">numbers of </w:t>
            </w:r>
            <w:r w:rsidR="00C56DC5" w:rsidRPr="00385A36">
              <w:t>flitches</w:t>
            </w:r>
            <w:r w:rsidRPr="00385A36">
              <w:t xml:space="preserve"> or cants to be sawn</w:t>
            </w:r>
            <w:r w:rsidR="000941A9">
              <w:t xml:space="preserve"> and calculate feed rate</w:t>
            </w:r>
          </w:p>
        </w:tc>
      </w:tr>
      <w:tr w:rsidR="00505137" w:rsidRPr="00336FCA" w:rsidDel="00423CB2" w14:paraId="681ACE36" w14:textId="77777777" w:rsidTr="00CA2922">
        <w:tc>
          <w:tcPr>
            <w:tcW w:w="1396" w:type="pct"/>
          </w:tcPr>
          <w:p w14:paraId="7BD4D0C9" w14:textId="363E8732" w:rsidR="00505137" w:rsidRPr="00385A36" w:rsidRDefault="00505137" w:rsidP="0050513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E5AAFE6" w14:textId="17D55F1C" w:rsidR="00505137" w:rsidRPr="00385A36" w:rsidRDefault="00505137" w:rsidP="00DB1487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05137" w:rsidRPr="00336FCA" w:rsidDel="00423CB2" w14:paraId="29643634" w14:textId="77777777" w:rsidTr="00CA2922">
        <w:tc>
          <w:tcPr>
            <w:tcW w:w="1396" w:type="pct"/>
          </w:tcPr>
          <w:p w14:paraId="0C24DD8F" w14:textId="6FAE75C2" w:rsidR="00505137" w:rsidRPr="00385A36" w:rsidRDefault="00505137" w:rsidP="0050513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D5462EE" w14:textId="12E88359" w:rsidR="00505137" w:rsidRPr="00385A36" w:rsidRDefault="00505137" w:rsidP="00DB1487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05137" w:rsidRPr="00336FCA" w:rsidDel="00423CB2" w14:paraId="1F519C2F" w14:textId="77777777" w:rsidTr="00CA2922">
        <w:tc>
          <w:tcPr>
            <w:tcW w:w="1396" w:type="pct"/>
          </w:tcPr>
          <w:p w14:paraId="6AE9BF91" w14:textId="7D03A826" w:rsidR="00505137" w:rsidRPr="00385A36" w:rsidRDefault="00505137" w:rsidP="0050513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6705AE" w14:textId="1056AA33" w:rsidR="00505137" w:rsidRPr="00385A36" w:rsidRDefault="00505137" w:rsidP="00DB1487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112863B0" w14:textId="77777777" w:rsidR="00916CD7" w:rsidRDefault="00916CD7" w:rsidP="005F771F">
      <w:pPr>
        <w:pStyle w:val="SIText"/>
      </w:pPr>
    </w:p>
    <w:p w14:paraId="558518A6" w14:textId="77777777" w:rsidR="00916CD7" w:rsidRDefault="00916CD7" w:rsidP="00DD0726">
      <w:pPr>
        <w:pStyle w:val="SIText"/>
      </w:pPr>
    </w:p>
    <w:p w14:paraId="0EF4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B9FAF19" w14:textId="77777777" w:rsidTr="00F33FF2">
        <w:tc>
          <w:tcPr>
            <w:tcW w:w="5000" w:type="pct"/>
            <w:gridSpan w:val="4"/>
          </w:tcPr>
          <w:p w14:paraId="4F32D19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0D0ED6" w14:textId="77777777" w:rsidTr="00F33FF2">
        <w:tc>
          <w:tcPr>
            <w:tcW w:w="1028" w:type="pct"/>
          </w:tcPr>
          <w:p w14:paraId="680D4E1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7993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1CC3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78BD9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5A36" w14:paraId="26A8E55E" w14:textId="77777777" w:rsidTr="00F33FF2">
        <w:tc>
          <w:tcPr>
            <w:tcW w:w="1028" w:type="pct"/>
          </w:tcPr>
          <w:p w14:paraId="40885D54" w14:textId="61232162" w:rsidR="00385A36" w:rsidRDefault="00385A36" w:rsidP="00C56DC5">
            <w:pPr>
              <w:pStyle w:val="SIText"/>
            </w:pPr>
            <w:r w:rsidRPr="00385A36">
              <w:t>FWPSAW</w:t>
            </w:r>
            <w:r w:rsidR="00C56DC5">
              <w:t xml:space="preserve">3202 </w:t>
            </w:r>
            <w:r w:rsidRPr="00385A36">
              <w:t>Produce sawn green</w:t>
            </w:r>
            <w:r w:rsidR="00763CE7">
              <w:t xml:space="preserve"> </w:t>
            </w:r>
            <w:r w:rsidRPr="00385A36">
              <w:t>boards</w:t>
            </w:r>
          </w:p>
          <w:p w14:paraId="5A3DE9E9" w14:textId="14437F4A" w:rsidR="00C56DC5" w:rsidRDefault="00C56DC5" w:rsidP="00C56DC5">
            <w:pPr>
              <w:pStyle w:val="SIText"/>
            </w:pPr>
            <w:r>
              <w:t>Release 2</w:t>
            </w:r>
          </w:p>
          <w:p w14:paraId="20FEF332" w14:textId="71576346" w:rsidR="00C56DC5" w:rsidRPr="00385A36" w:rsidRDefault="00C56DC5" w:rsidP="00C56DC5">
            <w:pPr>
              <w:pStyle w:val="SIText"/>
            </w:pPr>
          </w:p>
        </w:tc>
        <w:tc>
          <w:tcPr>
            <w:tcW w:w="1105" w:type="pct"/>
          </w:tcPr>
          <w:p w14:paraId="037A0A13" w14:textId="77777777" w:rsidR="00385A36" w:rsidRDefault="00385A36" w:rsidP="00763CE7">
            <w:pPr>
              <w:pStyle w:val="SIText"/>
            </w:pPr>
            <w:r w:rsidRPr="00385A36">
              <w:t>F</w:t>
            </w:r>
            <w:r w:rsidR="00763CE7">
              <w:t>WP</w:t>
            </w:r>
            <w:r w:rsidRPr="00385A36">
              <w:t>SAW3202 Produce sawn green boards</w:t>
            </w:r>
          </w:p>
          <w:p w14:paraId="6FC49BA1" w14:textId="3C2E60A2" w:rsidR="00C56DC5" w:rsidRPr="00385A36" w:rsidRDefault="00C56DC5" w:rsidP="00763CE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49360DA" w14:textId="36603B99" w:rsidR="00385A36" w:rsidRPr="00385A36" w:rsidRDefault="00C56DC5" w:rsidP="007522CA">
            <w:r w:rsidRPr="00C56DC5">
              <w:t xml:space="preserve">Updated workplace health and safety requirements in </w:t>
            </w:r>
            <w:r w:rsidR="007522CA">
              <w:t>p</w:t>
            </w:r>
            <w:r w:rsidRPr="00C56DC5">
              <w:t xml:space="preserve">erformance </w:t>
            </w:r>
            <w:r w:rsidR="007522CA">
              <w:t>criteria and e</w:t>
            </w:r>
            <w:r w:rsidRPr="00C56DC5">
              <w:t>vidence</w:t>
            </w:r>
            <w:r>
              <w:t>; u</w:t>
            </w:r>
            <w:r w:rsidRPr="00C56DC5">
              <w:t xml:space="preserve">pdated </w:t>
            </w:r>
            <w:r w:rsidR="007522CA">
              <w:t>f</w:t>
            </w:r>
            <w:r w:rsidRPr="00C56DC5">
              <w:t xml:space="preserve">oundation </w:t>
            </w:r>
            <w:r w:rsidR="007522CA">
              <w:t>s</w:t>
            </w:r>
            <w:r w:rsidRPr="00C56DC5">
              <w:t>kills</w:t>
            </w:r>
            <w:r>
              <w:t>.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04F784A8" w14:textId="3DF24213" w:rsidR="00385A36" w:rsidRPr="00385A36" w:rsidRDefault="00C56DC5" w:rsidP="00DB1487">
            <w:pPr>
              <w:pStyle w:val="SIText"/>
            </w:pPr>
            <w:r>
              <w:t>E</w:t>
            </w:r>
            <w:r w:rsidR="00385A36" w:rsidRPr="00385A36">
              <w:t>quivalent</w:t>
            </w:r>
          </w:p>
        </w:tc>
      </w:tr>
    </w:tbl>
    <w:p w14:paraId="387413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4764DA" w14:textId="77777777" w:rsidTr="00CA2922">
        <w:tc>
          <w:tcPr>
            <w:tcW w:w="1396" w:type="pct"/>
            <w:shd w:val="clear" w:color="auto" w:fill="auto"/>
          </w:tcPr>
          <w:p w14:paraId="582872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B76FC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37F4F74E" w14:textId="77777777" w:rsidR="00F1480E" w:rsidRDefault="00F1480E" w:rsidP="005F771F">
      <w:pPr>
        <w:pStyle w:val="SIText"/>
      </w:pPr>
    </w:p>
    <w:p w14:paraId="4BC04BC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C4F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2795A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A47C96" w14:textId="318BEF06" w:rsidR="00556C4C" w:rsidRPr="000754EC" w:rsidRDefault="00556C4C" w:rsidP="00E75FCE">
            <w:pPr>
              <w:pStyle w:val="SIUnittitle"/>
            </w:pPr>
            <w:r w:rsidRPr="00F56827">
              <w:t xml:space="preserve">Assessment requirements for </w:t>
            </w:r>
            <w:r w:rsidR="00385A36" w:rsidRPr="00385A36">
              <w:t>FWPSAW</w:t>
            </w:r>
            <w:r w:rsidR="00536238">
              <w:t>XXXX</w:t>
            </w:r>
            <w:r w:rsidR="00385A36" w:rsidRPr="00385A36">
              <w:t xml:space="preserve"> Produce sawn green boards</w:t>
            </w:r>
          </w:p>
        </w:tc>
      </w:tr>
      <w:tr w:rsidR="00556C4C" w:rsidRPr="00A55106" w14:paraId="05E60B6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8BEB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E3EC52" w14:textId="77777777" w:rsidTr="00113678">
        <w:tc>
          <w:tcPr>
            <w:tcW w:w="5000" w:type="pct"/>
            <w:gridSpan w:val="2"/>
            <w:shd w:val="clear" w:color="auto" w:fill="auto"/>
          </w:tcPr>
          <w:p w14:paraId="0B8FD337" w14:textId="77777777" w:rsidR="00740973" w:rsidRDefault="000941A9" w:rsidP="000941A9">
            <w:pPr>
              <w:pStyle w:val="SIText"/>
            </w:pPr>
            <w:r w:rsidRPr="00AA1C40">
              <w:t>A</w:t>
            </w:r>
            <w:r w:rsidRPr="000941A9">
              <w:t>n individual demonstrating competency must satisfy all the elements and perf</w:t>
            </w:r>
            <w:r w:rsidR="00C811F2">
              <w:t>ormance criteria in this unit. </w:t>
            </w:r>
            <w:r>
              <w:t xml:space="preserve">There must be </w:t>
            </w:r>
            <w:r w:rsidRPr="000941A9">
              <w:t>evidence that</w:t>
            </w:r>
            <w:r w:rsidR="00C811F2">
              <w:t>, on</w:t>
            </w:r>
            <w:r w:rsidRPr="000941A9">
              <w:t xml:space="preserve"> at least one occasion, </w:t>
            </w:r>
            <w:r w:rsidR="00C811F2" w:rsidRPr="000941A9">
              <w:t>the individual has</w:t>
            </w:r>
            <w:r w:rsidR="00740973">
              <w:t>:</w:t>
            </w:r>
          </w:p>
          <w:p w14:paraId="0C70BACD" w14:textId="67913141" w:rsidR="000941A9" w:rsidRPr="000941A9" w:rsidRDefault="000941A9" w:rsidP="00740973">
            <w:pPr>
              <w:pStyle w:val="SIBulletList1"/>
            </w:pPr>
            <w:r w:rsidRPr="000941A9">
              <w:t xml:space="preserve">set up and operated </w:t>
            </w:r>
            <w:r w:rsidR="005028AE">
              <w:t xml:space="preserve">sawing </w:t>
            </w:r>
            <w:r w:rsidRPr="000941A9">
              <w:t xml:space="preserve">equipment </w:t>
            </w:r>
            <w:r w:rsidR="005028AE">
              <w:t xml:space="preserve">to produce </w:t>
            </w:r>
            <w:r w:rsidR="00740973">
              <w:t xml:space="preserve">sawn green </w:t>
            </w:r>
            <w:r w:rsidR="00740973" w:rsidRPr="00740973">
              <w:t>timber boards</w:t>
            </w:r>
          </w:p>
          <w:p w14:paraId="7EF22E54" w14:textId="12E73DCE" w:rsidR="00385A36" w:rsidRPr="00385A36" w:rsidRDefault="00385A36" w:rsidP="00DB1487">
            <w:pPr>
              <w:pStyle w:val="SIBulletList1"/>
            </w:pPr>
            <w:r w:rsidRPr="00385A36">
              <w:t>produce</w:t>
            </w:r>
            <w:r w:rsidR="000941A9">
              <w:t>d</w:t>
            </w:r>
            <w:r w:rsidRPr="00385A36">
              <w:t xml:space="preserve"> sawn green boards for one or more of the</w:t>
            </w:r>
            <w:r w:rsidR="000941A9">
              <w:t xml:space="preserve"> following</w:t>
            </w:r>
            <w:r w:rsidRPr="00385A36">
              <w:t xml:space="preserve"> types of timber </w:t>
            </w:r>
            <w:r w:rsidR="003A33E6">
              <w:t>according to</w:t>
            </w:r>
            <w:r w:rsidRPr="00385A36">
              <w:t xml:space="preserve"> an individual work order prescribing different lengths</w:t>
            </w:r>
            <w:r w:rsidR="00740973">
              <w:t>,</w:t>
            </w:r>
            <w:r w:rsidRPr="00385A36">
              <w:t xml:space="preserve"> tolerances and </w:t>
            </w:r>
            <w:r w:rsidR="00740973" w:rsidRPr="004D2951">
              <w:rPr>
                <w:noProof/>
              </w:rPr>
              <w:t xml:space="preserve">a </w:t>
            </w:r>
            <w:r w:rsidRPr="004D2951">
              <w:rPr>
                <w:noProof/>
              </w:rPr>
              <w:t>number of</w:t>
            </w:r>
            <w:r w:rsidRPr="00385A36">
              <w:t xml:space="preserve"> </w:t>
            </w:r>
            <w:r w:rsidRPr="004D2951">
              <w:rPr>
                <w:noProof/>
              </w:rPr>
              <w:t>boards</w:t>
            </w:r>
            <w:r w:rsidRPr="00385A36">
              <w:t xml:space="preserve"> for each job:</w:t>
            </w:r>
          </w:p>
          <w:p w14:paraId="2BE83BF0" w14:textId="77777777" w:rsidR="00385A36" w:rsidRPr="00385A36" w:rsidRDefault="00385A36" w:rsidP="00AE5DE6">
            <w:pPr>
              <w:pStyle w:val="SIBulletList2"/>
            </w:pPr>
            <w:r w:rsidRPr="00385A36">
              <w:t>hardwood</w:t>
            </w:r>
          </w:p>
          <w:p w14:paraId="07501D90" w14:textId="77777777" w:rsidR="00385A36" w:rsidRPr="00385A36" w:rsidRDefault="00385A36" w:rsidP="00AE5DE6">
            <w:pPr>
              <w:pStyle w:val="SIBulletList2"/>
            </w:pPr>
            <w:r w:rsidRPr="00385A36">
              <w:t>softwood</w:t>
            </w:r>
          </w:p>
          <w:p w14:paraId="278AD9B5" w14:textId="77777777" w:rsidR="00385A36" w:rsidRPr="00385A36" w:rsidRDefault="00385A36" w:rsidP="00AE5DE6">
            <w:pPr>
              <w:pStyle w:val="SIBulletList2"/>
            </w:pPr>
            <w:r w:rsidRPr="00385A36">
              <w:t>native timber species</w:t>
            </w:r>
          </w:p>
          <w:p w14:paraId="14CEB7AB" w14:textId="77777777" w:rsidR="00385A36" w:rsidRPr="00385A36" w:rsidRDefault="00385A36" w:rsidP="00AE5DE6">
            <w:pPr>
              <w:pStyle w:val="SIBulletList2"/>
            </w:pPr>
            <w:r w:rsidRPr="00385A36">
              <w:t>imported timber species</w:t>
            </w:r>
          </w:p>
          <w:p w14:paraId="5968D677" w14:textId="55E1E634" w:rsidR="00385A36" w:rsidRPr="00385A36" w:rsidRDefault="00385A36" w:rsidP="00DB1487">
            <w:pPr>
              <w:pStyle w:val="SIBulletList1"/>
            </w:pPr>
            <w:r w:rsidRPr="00385A36">
              <w:t>us</w:t>
            </w:r>
            <w:r w:rsidR="000941A9">
              <w:t>ed</w:t>
            </w:r>
            <w:r w:rsidRPr="00385A36">
              <w:t xml:space="preserve"> one or more of the following types</w:t>
            </w:r>
            <w:r w:rsidR="00AE5DE6" w:rsidRPr="00385A36">
              <w:t xml:space="preserve"> </w:t>
            </w:r>
            <w:r w:rsidR="00AE5DE6">
              <w:t xml:space="preserve">of </w:t>
            </w:r>
            <w:r w:rsidR="00AE5DE6" w:rsidRPr="00AE5DE6">
              <w:t>saw</w:t>
            </w:r>
            <w:r w:rsidR="00AE5DE6">
              <w:t>s</w:t>
            </w:r>
            <w:r w:rsidRPr="00385A36">
              <w:t>:</w:t>
            </w:r>
          </w:p>
          <w:p w14:paraId="25F867AD" w14:textId="77777777" w:rsidR="00385A36" w:rsidRPr="00385A36" w:rsidRDefault="00385A36" w:rsidP="00AE5DE6">
            <w:pPr>
              <w:pStyle w:val="SIBulletList2"/>
            </w:pPr>
            <w:r w:rsidRPr="00385A36">
              <w:t>power operated, automatic feed controlled ripping saws</w:t>
            </w:r>
          </w:p>
          <w:p w14:paraId="45AE2686" w14:textId="77777777" w:rsidR="00385A36" w:rsidRPr="00385A36" w:rsidRDefault="00385A36" w:rsidP="00AE5DE6">
            <w:pPr>
              <w:pStyle w:val="SIBulletList2"/>
            </w:pPr>
            <w:r w:rsidRPr="00385A36">
              <w:t>saws with adjustable cant (sloping table)</w:t>
            </w:r>
          </w:p>
          <w:p w14:paraId="4508B1E1" w14:textId="77777777" w:rsidR="00385A36" w:rsidRPr="00385A36" w:rsidRDefault="00385A36" w:rsidP="00AE5DE6">
            <w:pPr>
              <w:pStyle w:val="SIBulletList2"/>
            </w:pPr>
            <w:r w:rsidRPr="00385A36">
              <w:t>saws with one blade</w:t>
            </w:r>
          </w:p>
          <w:p w14:paraId="799CDE59" w14:textId="77777777" w:rsidR="00385A36" w:rsidRPr="00385A36" w:rsidRDefault="00385A36" w:rsidP="00AE5DE6">
            <w:pPr>
              <w:pStyle w:val="SIBulletList2"/>
            </w:pPr>
            <w:r w:rsidRPr="00385A36">
              <w:t>rip saws</w:t>
            </w:r>
          </w:p>
          <w:p w14:paraId="120B05D4" w14:textId="77777777" w:rsidR="00385A36" w:rsidRPr="00385A36" w:rsidRDefault="00385A36" w:rsidP="00AE5DE6">
            <w:pPr>
              <w:pStyle w:val="SIBulletList2"/>
            </w:pPr>
            <w:r w:rsidRPr="00385A36">
              <w:t>table saws</w:t>
            </w:r>
          </w:p>
          <w:p w14:paraId="4BEB557B" w14:textId="77777777" w:rsidR="00385A36" w:rsidRPr="00385A36" w:rsidRDefault="00385A36" w:rsidP="00AE5DE6">
            <w:pPr>
              <w:pStyle w:val="SIBulletList2"/>
            </w:pPr>
            <w:r w:rsidRPr="00385A36">
              <w:t>bench saws</w:t>
            </w:r>
          </w:p>
          <w:p w14:paraId="0E45C0B6" w14:textId="3830344E" w:rsidR="005028AE" w:rsidRDefault="00385A36" w:rsidP="00DB1487">
            <w:pPr>
              <w:pStyle w:val="SIBulletList1"/>
            </w:pPr>
            <w:r w:rsidRPr="00385A36">
              <w:t>for each of the above jobs</w:t>
            </w:r>
            <w:r w:rsidR="00740973">
              <w:t>, the individual has</w:t>
            </w:r>
            <w:r w:rsidR="005028AE">
              <w:t>:</w:t>
            </w:r>
          </w:p>
          <w:p w14:paraId="51A6E92C" w14:textId="0D925852" w:rsidR="005028AE" w:rsidRDefault="005028AE" w:rsidP="00DB1487">
            <w:pPr>
              <w:pStyle w:val="SIBulletList2"/>
            </w:pPr>
            <w:r w:rsidRPr="004D2951">
              <w:rPr>
                <w:noProof/>
              </w:rPr>
              <w:t>used</w:t>
            </w:r>
            <w:r>
              <w:t xml:space="preserve"> personal protective equipment (PPE) </w:t>
            </w:r>
          </w:p>
          <w:p w14:paraId="6D655E26" w14:textId="4252FF01" w:rsidR="00AE5DE6" w:rsidRDefault="005028AE" w:rsidP="00DB1487">
            <w:pPr>
              <w:pStyle w:val="SIBulletList2"/>
            </w:pPr>
            <w:r>
              <w:t>applied safe manual handling techniques</w:t>
            </w:r>
          </w:p>
          <w:p w14:paraId="69A2DB00" w14:textId="54BB389C" w:rsidR="005028AE" w:rsidRDefault="00AE5DE6" w:rsidP="00DB1487">
            <w:pPr>
              <w:pStyle w:val="SIBulletList2"/>
            </w:pPr>
            <w:r w:rsidRPr="00AE5DE6">
              <w:t xml:space="preserve">identified, assessed and taken actions to mitigate risks and hazards associated with </w:t>
            </w:r>
            <w:proofErr w:type="spellStart"/>
            <w:r>
              <w:t>resawing</w:t>
            </w:r>
            <w:proofErr w:type="spellEnd"/>
            <w:r>
              <w:t xml:space="preserve"> timber</w:t>
            </w:r>
          </w:p>
          <w:p w14:paraId="4DD04726" w14:textId="7885DED3" w:rsidR="005028AE" w:rsidRDefault="005028AE" w:rsidP="00DB1487">
            <w:pPr>
              <w:pStyle w:val="SIBulletList2"/>
            </w:pPr>
            <w:r>
              <w:t xml:space="preserve">minimised waste </w:t>
            </w:r>
          </w:p>
          <w:p w14:paraId="263E6EE5" w14:textId="7ADEAE8A" w:rsidR="005028AE" w:rsidRDefault="00385A36" w:rsidP="00DB1487">
            <w:pPr>
              <w:pStyle w:val="SIBulletList2"/>
            </w:pPr>
            <w:r w:rsidRPr="00385A36">
              <w:t>stack</w:t>
            </w:r>
            <w:r w:rsidR="000941A9">
              <w:t>ed</w:t>
            </w:r>
            <w:r w:rsidRPr="00385A36">
              <w:t xml:space="preserve"> batches of cut </w:t>
            </w:r>
            <w:r w:rsidR="00740973" w:rsidRPr="004D2951">
              <w:rPr>
                <w:noProof/>
              </w:rPr>
              <w:t>timber</w:t>
            </w:r>
            <w:r w:rsidRPr="00385A36">
              <w:t xml:space="preserve"> in storage location according to </w:t>
            </w:r>
            <w:r w:rsidRPr="004D2951">
              <w:rPr>
                <w:noProof/>
              </w:rPr>
              <w:t>common</w:t>
            </w:r>
            <w:r w:rsidRPr="00385A36">
              <w:t xml:space="preserve"> size, length</w:t>
            </w:r>
            <w:r w:rsidR="000941A9">
              <w:t>,</w:t>
            </w:r>
            <w:r w:rsidRPr="00385A36">
              <w:t xml:space="preserve"> width and cant</w:t>
            </w:r>
            <w:r w:rsidR="00437BB7">
              <w:t xml:space="preserve"> </w:t>
            </w:r>
          </w:p>
          <w:p w14:paraId="1E3B23C1" w14:textId="4C2E45F4" w:rsidR="00385A36" w:rsidRPr="00385A36" w:rsidRDefault="00437BB7" w:rsidP="00DB1487">
            <w:pPr>
              <w:pStyle w:val="SIBulletList2"/>
            </w:pPr>
            <w:r>
              <w:t>recorded and reported production output</w:t>
            </w:r>
          </w:p>
          <w:p w14:paraId="5DD7754F" w14:textId="4FCA9926" w:rsidR="00385A36" w:rsidRPr="00385A36" w:rsidRDefault="000941A9" w:rsidP="00DB1487">
            <w:pPr>
              <w:pStyle w:val="SIBulletList1"/>
            </w:pPr>
            <w:r w:rsidRPr="00385A36">
              <w:t>for each of the above jobs</w:t>
            </w:r>
            <w:r>
              <w:t>,</w:t>
            </w:r>
            <w:r w:rsidRPr="000941A9">
              <w:t xml:space="preserve"> </w:t>
            </w:r>
            <w:r w:rsidR="00740973">
              <w:t xml:space="preserve">the individual </w:t>
            </w:r>
            <w:r w:rsidR="00385A36" w:rsidRPr="00385A36">
              <w:t>complete</w:t>
            </w:r>
            <w:r>
              <w:t>d</w:t>
            </w:r>
            <w:r w:rsidR="00385A36" w:rsidRPr="00385A36">
              <w:t xml:space="preserve"> </w:t>
            </w:r>
            <w:r>
              <w:t xml:space="preserve">the following </w:t>
            </w:r>
            <w:r w:rsidR="00385A36" w:rsidRPr="004D2951">
              <w:rPr>
                <w:noProof/>
              </w:rPr>
              <w:t>basic</w:t>
            </w:r>
            <w:r w:rsidR="00385A36" w:rsidRPr="00385A36">
              <w:t xml:space="preserve"> non-specialist </w:t>
            </w:r>
            <w:r>
              <w:t xml:space="preserve">operator </w:t>
            </w:r>
            <w:r w:rsidR="00385A36" w:rsidRPr="00385A36">
              <w:t>maintenance</w:t>
            </w:r>
            <w:r>
              <w:t xml:space="preserve"> activities</w:t>
            </w:r>
            <w:r w:rsidR="00385A36" w:rsidRPr="00385A36">
              <w:t>:</w:t>
            </w:r>
          </w:p>
          <w:p w14:paraId="2DBC3B81" w14:textId="5EDDA187" w:rsidR="00385A36" w:rsidRPr="00385A36" w:rsidRDefault="00385A36" w:rsidP="00AE5DE6">
            <w:pPr>
              <w:pStyle w:val="SIBulletList2"/>
            </w:pPr>
            <w:r w:rsidRPr="00385A36">
              <w:t>clean</w:t>
            </w:r>
            <w:r w:rsidR="000941A9">
              <w:t>ed</w:t>
            </w:r>
            <w:r w:rsidRPr="00385A36">
              <w:t xml:space="preserve"> the machine of wood chips and sawdust</w:t>
            </w:r>
          </w:p>
          <w:p w14:paraId="29439B9B" w14:textId="778AA656" w:rsidR="00385A36" w:rsidRPr="00385A36" w:rsidRDefault="00385A36" w:rsidP="00AE5DE6">
            <w:pPr>
              <w:pStyle w:val="SIBulletList2"/>
            </w:pPr>
            <w:r w:rsidRPr="00385A36">
              <w:t>replac</w:t>
            </w:r>
            <w:r w:rsidR="000941A9">
              <w:t>ed</w:t>
            </w:r>
            <w:r w:rsidRPr="00385A36">
              <w:t xml:space="preserve"> blunt saw blades</w:t>
            </w:r>
            <w:r w:rsidR="000941A9">
              <w:t>, if required</w:t>
            </w:r>
          </w:p>
          <w:p w14:paraId="21B557B0" w14:textId="1D1C1978" w:rsidR="00385A36" w:rsidRPr="00385A36" w:rsidRDefault="00385A36" w:rsidP="00AE5DE6">
            <w:pPr>
              <w:pStyle w:val="SIBulletList2"/>
            </w:pPr>
            <w:r w:rsidRPr="00385A36">
              <w:t>inspect</w:t>
            </w:r>
            <w:r w:rsidR="000941A9">
              <w:t>ed</w:t>
            </w:r>
            <w:r w:rsidRPr="00385A36">
              <w:t xml:space="preserve"> machine parts for wear or damage, including guards</w:t>
            </w:r>
          </w:p>
          <w:p w14:paraId="44F1AE43" w14:textId="47850C3D" w:rsidR="00385A36" w:rsidRPr="00385A36" w:rsidRDefault="00385A36" w:rsidP="00AE5DE6">
            <w:pPr>
              <w:pStyle w:val="SIBulletList2"/>
            </w:pPr>
            <w:r w:rsidRPr="00385A36">
              <w:t>greas</w:t>
            </w:r>
            <w:r w:rsidR="000941A9">
              <w:t>ed</w:t>
            </w:r>
            <w:r w:rsidRPr="00385A36">
              <w:t xml:space="preserve"> and lubricat</w:t>
            </w:r>
            <w:r w:rsidR="000941A9">
              <w:t>ed</w:t>
            </w:r>
            <w:r w:rsidRPr="00385A36">
              <w:t xml:space="preserve"> moving parts</w:t>
            </w:r>
          </w:p>
          <w:p w14:paraId="567B8E5F" w14:textId="4ABD6B6B" w:rsidR="00437BB7" w:rsidRDefault="00385A36" w:rsidP="00AE5DE6">
            <w:pPr>
              <w:pStyle w:val="SIBulletList2"/>
            </w:pPr>
            <w:r w:rsidRPr="00385A36">
              <w:t>check</w:t>
            </w:r>
            <w:r w:rsidR="000941A9">
              <w:t>ed the</w:t>
            </w:r>
            <w:r w:rsidRPr="00385A36">
              <w:t xml:space="preserve"> operation of emergency stop buttons and </w:t>
            </w:r>
            <w:r w:rsidRPr="004D2951">
              <w:rPr>
                <w:noProof/>
              </w:rPr>
              <w:t>lockout</w:t>
            </w:r>
            <w:r w:rsidRPr="00385A36">
              <w:t xml:space="preserve"> systems</w:t>
            </w:r>
          </w:p>
          <w:p w14:paraId="06B72A71" w14:textId="64E33808" w:rsidR="00556C4C" w:rsidRPr="000754EC" w:rsidRDefault="00437BB7" w:rsidP="00AE5DE6">
            <w:pPr>
              <w:pStyle w:val="SIBulletList2"/>
            </w:pPr>
            <w:proofErr w:type="gramStart"/>
            <w:r>
              <w:t>recorded</w:t>
            </w:r>
            <w:proofErr w:type="gramEnd"/>
            <w:r>
              <w:t xml:space="preserve"> and reported</w:t>
            </w:r>
            <w:r w:rsidRPr="00385A36">
              <w:t xml:space="preserve"> equipment faults and maintenance requirements to appropriate personnel</w:t>
            </w:r>
            <w:r w:rsidR="00DB1487">
              <w:t>.</w:t>
            </w:r>
          </w:p>
        </w:tc>
      </w:tr>
    </w:tbl>
    <w:p w14:paraId="31EDD34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6FBF5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CEAA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CCF106" w14:textId="77777777" w:rsidTr="00CA2922">
        <w:tc>
          <w:tcPr>
            <w:tcW w:w="5000" w:type="pct"/>
            <w:shd w:val="clear" w:color="auto" w:fill="auto"/>
          </w:tcPr>
          <w:p w14:paraId="5B320C80" w14:textId="77777777" w:rsidR="000941A9" w:rsidRPr="000941A9" w:rsidRDefault="000941A9" w:rsidP="000941A9">
            <w:pPr>
              <w:pStyle w:val="SIText"/>
            </w:pPr>
            <w:r w:rsidRPr="00E25AF7">
              <w:t>A</w:t>
            </w:r>
            <w:r w:rsidRPr="000941A9">
              <w:t xml:space="preserve">n individual must be able to demonstrate the knowledge required to perform the tasks outlined in the elements and performance criteria of this unit. </w:t>
            </w:r>
            <w:r w:rsidRPr="004D2951">
              <w:rPr>
                <w:noProof/>
              </w:rPr>
              <w:t>This</w:t>
            </w:r>
            <w:r w:rsidRPr="000941A9">
              <w:t xml:space="preserve"> includes </w:t>
            </w:r>
            <w:r w:rsidRPr="004D2951">
              <w:rPr>
                <w:noProof/>
              </w:rPr>
              <w:t>knowledge</w:t>
            </w:r>
            <w:r w:rsidRPr="000941A9">
              <w:t xml:space="preserve"> of:</w:t>
            </w:r>
          </w:p>
          <w:p w14:paraId="2F76D842" w14:textId="216B1C0C" w:rsidR="00385A36" w:rsidRPr="00385A36" w:rsidRDefault="00385A36" w:rsidP="00385A36">
            <w:pPr>
              <w:pStyle w:val="SIBulletList1"/>
            </w:pPr>
            <w:r w:rsidRPr="00385A36">
              <w:t xml:space="preserve">typical timber defects and </w:t>
            </w:r>
            <w:r w:rsidR="004D2951">
              <w:t xml:space="preserve">the </w:t>
            </w:r>
            <w:r w:rsidR="000941A9" w:rsidRPr="004D2951">
              <w:rPr>
                <w:noProof/>
              </w:rPr>
              <w:t>impact</w:t>
            </w:r>
            <w:r w:rsidR="000941A9">
              <w:t xml:space="preserve"> on</w:t>
            </w:r>
            <w:r w:rsidRPr="00385A36">
              <w:t xml:space="preserve"> produc</w:t>
            </w:r>
            <w:r w:rsidR="000941A9">
              <w:t>tion of</w:t>
            </w:r>
            <w:r w:rsidRPr="00385A36">
              <w:t xml:space="preserve"> quality sawn </w:t>
            </w:r>
            <w:r w:rsidR="00DB1487">
              <w:t>timber</w:t>
            </w:r>
            <w:r w:rsidRPr="00385A36">
              <w:t>:</w:t>
            </w:r>
          </w:p>
          <w:p w14:paraId="7D53197D" w14:textId="77777777" w:rsidR="00385A36" w:rsidRPr="00385A36" w:rsidRDefault="00385A36" w:rsidP="00385A36">
            <w:pPr>
              <w:pStyle w:val="SIBulletList2"/>
            </w:pPr>
            <w:r w:rsidRPr="00385A36">
              <w:t>warp</w:t>
            </w:r>
          </w:p>
          <w:p w14:paraId="7805D57B" w14:textId="77777777" w:rsidR="00385A36" w:rsidRPr="00385A36" w:rsidRDefault="00385A36" w:rsidP="00385A36">
            <w:pPr>
              <w:pStyle w:val="SIBulletList2"/>
            </w:pPr>
            <w:r w:rsidRPr="00385A36">
              <w:t>wane</w:t>
            </w:r>
          </w:p>
          <w:p w14:paraId="12DBC04E" w14:textId="77777777" w:rsidR="00385A36" w:rsidRPr="00385A36" w:rsidRDefault="00385A36" w:rsidP="00385A36">
            <w:pPr>
              <w:pStyle w:val="SIBulletList2"/>
            </w:pPr>
            <w:r w:rsidRPr="00385A36">
              <w:t>cupping</w:t>
            </w:r>
          </w:p>
          <w:p w14:paraId="136D241D" w14:textId="77777777" w:rsidR="00385A36" w:rsidRPr="00385A36" w:rsidRDefault="00385A36" w:rsidP="00385A36">
            <w:pPr>
              <w:pStyle w:val="SIBulletList2"/>
            </w:pPr>
            <w:r w:rsidRPr="00385A36">
              <w:t>shakes</w:t>
            </w:r>
          </w:p>
          <w:p w14:paraId="5D0F33B7" w14:textId="77777777" w:rsidR="00385A36" w:rsidRPr="00385A36" w:rsidRDefault="00385A36" w:rsidP="00385A36">
            <w:pPr>
              <w:pStyle w:val="SIBulletList2"/>
            </w:pPr>
            <w:r w:rsidRPr="00385A36">
              <w:t>insect defects</w:t>
            </w:r>
          </w:p>
          <w:p w14:paraId="2B3FE2C0" w14:textId="77777777" w:rsidR="00385A36" w:rsidRPr="00385A36" w:rsidRDefault="00385A36" w:rsidP="00385A36">
            <w:pPr>
              <w:pStyle w:val="SIBulletList2"/>
            </w:pPr>
            <w:r w:rsidRPr="00385A36">
              <w:t>knots</w:t>
            </w:r>
          </w:p>
          <w:p w14:paraId="4CEAAF79" w14:textId="77777777" w:rsidR="00385A36" w:rsidRPr="00385A36" w:rsidRDefault="00385A36" w:rsidP="00385A36">
            <w:pPr>
              <w:pStyle w:val="SIBulletList2"/>
            </w:pPr>
            <w:r w:rsidRPr="00385A36">
              <w:t>resin pockets</w:t>
            </w:r>
          </w:p>
          <w:p w14:paraId="625A98FC" w14:textId="225150B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typical</w:t>
            </w:r>
            <w:r w:rsidRPr="00385A36">
              <w:t xml:space="preserve"> </w:t>
            </w:r>
            <w:r w:rsidRPr="004D2951">
              <w:rPr>
                <w:noProof/>
              </w:rPr>
              <w:t>workflow</w:t>
            </w:r>
            <w:r w:rsidRPr="00385A36">
              <w:t xml:space="preserve"> processes for sawing green </w:t>
            </w:r>
            <w:r w:rsidR="004D2951">
              <w:t xml:space="preserve">timber </w:t>
            </w:r>
            <w:r w:rsidRPr="00385A36">
              <w:t>boards</w:t>
            </w:r>
          </w:p>
          <w:p w14:paraId="48ABE831" w14:textId="7777777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typical</w:t>
            </w:r>
            <w:r w:rsidRPr="00385A36">
              <w:t xml:space="preserve"> flow of flitch and cant supply into the sawing area</w:t>
            </w:r>
          </w:p>
          <w:p w14:paraId="05F7882E" w14:textId="7469D690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cutting patterns used on green flitches and cants to achieve maximum output of green </w:t>
            </w:r>
            <w:r w:rsidR="004D2951">
              <w:t xml:space="preserve">timber </w:t>
            </w:r>
            <w:r w:rsidRPr="00385A36">
              <w:t>boards</w:t>
            </w:r>
          </w:p>
          <w:p w14:paraId="0430012A" w14:textId="3D4F6E0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industry standard lengths, cross sections and tolerances and applicable terminology</w:t>
            </w:r>
            <w:r w:rsidR="004D2951">
              <w:t xml:space="preserve"> for green timber</w:t>
            </w:r>
          </w:p>
          <w:p w14:paraId="40A9616E" w14:textId="1AE9B097" w:rsidR="00385A36" w:rsidRPr="00385A36" w:rsidRDefault="00385A36" w:rsidP="00385A36">
            <w:pPr>
              <w:pStyle w:val="SIBulletList1"/>
            </w:pPr>
            <w:r w:rsidRPr="00FC1272">
              <w:rPr>
                <w:noProof/>
              </w:rPr>
              <w:t>range</w:t>
            </w:r>
            <w:r w:rsidRPr="00385A36">
              <w:t xml:space="preserve"> of feed rates and </w:t>
            </w:r>
            <w:r w:rsidR="000941A9">
              <w:t>impact on</w:t>
            </w:r>
            <w:r w:rsidRPr="00385A36">
              <w:t xml:space="preserve"> production output and finished quality of green </w:t>
            </w:r>
            <w:r w:rsidR="004D2951">
              <w:t>timber boards</w:t>
            </w:r>
          </w:p>
          <w:p w14:paraId="3D0B8324" w14:textId="69C71DBC" w:rsidR="00385A36" w:rsidRPr="00385A36" w:rsidRDefault="00385A36" w:rsidP="00385A36">
            <w:pPr>
              <w:pStyle w:val="SIBulletList1"/>
            </w:pPr>
            <w:r w:rsidRPr="00385A36">
              <w:t xml:space="preserve">storage layout and categories for stacking </w:t>
            </w:r>
            <w:r w:rsidRPr="00FC1272">
              <w:rPr>
                <w:noProof/>
              </w:rPr>
              <w:t>finished</w:t>
            </w:r>
            <w:r w:rsidRPr="00385A36">
              <w:t xml:space="preserve"> </w:t>
            </w:r>
            <w:r w:rsidR="004D2951">
              <w:t>green timber boards</w:t>
            </w:r>
          </w:p>
          <w:p w14:paraId="7DB2CF2C" w14:textId="12D72A94" w:rsidR="00385A36" w:rsidRPr="00385A36" w:rsidRDefault="00385A36" w:rsidP="00385A36">
            <w:pPr>
              <w:pStyle w:val="SIBulletList1"/>
            </w:pPr>
            <w:r w:rsidRPr="00385A36">
              <w:t xml:space="preserve">purpose, features and operation of </w:t>
            </w:r>
            <w:r w:rsidR="000941A9">
              <w:t xml:space="preserve">measuring </w:t>
            </w:r>
            <w:r w:rsidRPr="00385A36">
              <w:t xml:space="preserve">equipment used </w:t>
            </w:r>
            <w:r w:rsidR="00FC6BF5">
              <w:t>in</w:t>
            </w:r>
            <w:r w:rsidRPr="00385A36">
              <w:t xml:space="preserve"> </w:t>
            </w:r>
            <w:r w:rsidR="004D2951">
              <w:t xml:space="preserve">the </w:t>
            </w:r>
            <w:r w:rsidRPr="004D2951">
              <w:rPr>
                <w:noProof/>
              </w:rPr>
              <w:t>produc</w:t>
            </w:r>
            <w:r w:rsidR="00FC6BF5" w:rsidRPr="004D2951">
              <w:rPr>
                <w:noProof/>
              </w:rPr>
              <w:t>tion</w:t>
            </w:r>
            <w:r w:rsidR="00FC6BF5">
              <w:t xml:space="preserve"> of</w:t>
            </w:r>
            <w:r w:rsidRPr="00385A36">
              <w:t xml:space="preserve"> sawn green </w:t>
            </w:r>
            <w:r w:rsidR="004D2951">
              <w:t xml:space="preserve">timber </w:t>
            </w:r>
            <w:r w:rsidRPr="00385A36">
              <w:t>boards</w:t>
            </w:r>
          </w:p>
          <w:p w14:paraId="7BC0C739" w14:textId="79F35941" w:rsidR="00385A36" w:rsidRPr="00385A36" w:rsidRDefault="000941A9" w:rsidP="00385A36">
            <w:pPr>
              <w:pStyle w:val="SIBulletList1"/>
            </w:pPr>
            <w:r w:rsidRPr="00385A36">
              <w:t xml:space="preserve">purpose, </w:t>
            </w:r>
            <w:r w:rsidRPr="00FC1272">
              <w:rPr>
                <w:noProof/>
              </w:rPr>
              <w:t>features</w:t>
            </w:r>
            <w:r w:rsidRPr="00385A36">
              <w:t xml:space="preserve"> and operation of </w:t>
            </w:r>
            <w:r w:rsidR="00385A36" w:rsidRPr="00385A36">
              <w:t>saws:</w:t>
            </w:r>
          </w:p>
          <w:p w14:paraId="2DA7CEF1" w14:textId="77777777" w:rsidR="00385A36" w:rsidRPr="00385A36" w:rsidRDefault="00385A36" w:rsidP="00385A36">
            <w:pPr>
              <w:pStyle w:val="SIBulletList2"/>
            </w:pPr>
            <w:r w:rsidRPr="00385A36">
              <w:t>power operated, automatic feed controlled ripping saws</w:t>
            </w:r>
          </w:p>
          <w:p w14:paraId="19BAC97F" w14:textId="77777777" w:rsidR="00385A36" w:rsidRPr="00385A36" w:rsidRDefault="00385A36" w:rsidP="00385A36">
            <w:pPr>
              <w:pStyle w:val="SIBulletList2"/>
            </w:pPr>
            <w:r w:rsidRPr="00385A36">
              <w:t>saws with adjustable cant (sloping table)</w:t>
            </w:r>
          </w:p>
          <w:p w14:paraId="2DD0CDBA" w14:textId="77777777" w:rsidR="00385A36" w:rsidRPr="00385A36" w:rsidRDefault="00385A36" w:rsidP="00385A36">
            <w:pPr>
              <w:pStyle w:val="SIBulletList2"/>
            </w:pPr>
            <w:r w:rsidRPr="00385A36">
              <w:t>saws with one blade</w:t>
            </w:r>
          </w:p>
          <w:p w14:paraId="3E712213" w14:textId="77777777" w:rsidR="00385A36" w:rsidRPr="00385A36" w:rsidRDefault="00385A36" w:rsidP="00385A36">
            <w:pPr>
              <w:pStyle w:val="SIBulletList2"/>
            </w:pPr>
            <w:r w:rsidRPr="00385A36">
              <w:t>rip saws</w:t>
            </w:r>
          </w:p>
          <w:p w14:paraId="15351403" w14:textId="77777777" w:rsidR="00385A36" w:rsidRPr="00385A36" w:rsidRDefault="00385A36" w:rsidP="00385A36">
            <w:pPr>
              <w:pStyle w:val="SIBulletList2"/>
            </w:pPr>
            <w:r w:rsidRPr="00385A36">
              <w:t>table saws</w:t>
            </w:r>
          </w:p>
          <w:p w14:paraId="304D7A27" w14:textId="77777777" w:rsidR="00385A36" w:rsidRPr="00385A36" w:rsidRDefault="00385A36" w:rsidP="00385A36">
            <w:pPr>
              <w:pStyle w:val="SIBulletList2"/>
            </w:pPr>
            <w:r w:rsidRPr="00385A36">
              <w:t>bench saws</w:t>
            </w:r>
          </w:p>
          <w:p w14:paraId="2753F373" w14:textId="2B37EA92" w:rsidR="00385A36" w:rsidRPr="00385A36" w:rsidRDefault="000941A9" w:rsidP="00385A36">
            <w:pPr>
              <w:pStyle w:val="SIBulletList1"/>
            </w:pPr>
            <w:r w:rsidRPr="00385A36">
              <w:t xml:space="preserve">purpose, features and operation of </w:t>
            </w:r>
            <w:r w:rsidR="00385A36" w:rsidRPr="00385A36">
              <w:t>maintenance tools and equipment for saws</w:t>
            </w:r>
          </w:p>
          <w:p w14:paraId="5AAF4EFA" w14:textId="77777777" w:rsidR="00385A36" w:rsidRPr="00385A36" w:rsidRDefault="00385A36" w:rsidP="00385A36">
            <w:pPr>
              <w:pStyle w:val="SIBulletList1"/>
            </w:pPr>
            <w:r w:rsidRPr="00385A36">
              <w:t>methods for assessing saw blade condition</w:t>
            </w:r>
          </w:p>
          <w:p w14:paraId="132AC7F0" w14:textId="346AC815" w:rsidR="00437BB7" w:rsidRDefault="00437BB7" w:rsidP="00385A36">
            <w:pPr>
              <w:pStyle w:val="SIBulletList1"/>
            </w:pPr>
            <w:r>
              <w:t>manual handling techniques</w:t>
            </w:r>
          </w:p>
          <w:p w14:paraId="1275C29C" w14:textId="575FB8B0" w:rsidR="00385A36" w:rsidRPr="00385A36" w:rsidRDefault="00385A36" w:rsidP="00385A36">
            <w:pPr>
              <w:pStyle w:val="SIBulletList1"/>
            </w:pPr>
            <w:r w:rsidRPr="00385A36">
              <w:t xml:space="preserve">environmental protection practices for </w:t>
            </w:r>
            <w:r w:rsidR="004D2951">
              <w:t>sawing operations</w:t>
            </w:r>
            <w:r w:rsidRPr="00385A36">
              <w:t>:</w:t>
            </w:r>
          </w:p>
          <w:p w14:paraId="4AB7A2D4" w14:textId="77777777" w:rsidR="00385A36" w:rsidRPr="00385A36" w:rsidRDefault="00385A36" w:rsidP="00385A36">
            <w:pPr>
              <w:pStyle w:val="SIBulletList2"/>
            </w:pPr>
            <w:r w:rsidRPr="00385A36">
              <w:t>cleaning plant, tools and equipment</w:t>
            </w:r>
          </w:p>
          <w:p w14:paraId="01EE75C9" w14:textId="1438DE76" w:rsidR="00385A36" w:rsidRDefault="00437BB7" w:rsidP="00385A36">
            <w:pPr>
              <w:pStyle w:val="SIBulletList2"/>
            </w:pPr>
            <w:r>
              <w:t xml:space="preserve">criteria and processes for </w:t>
            </w:r>
            <w:r w:rsidR="00385A36" w:rsidRPr="00385A36">
              <w:t>disposing of, recycling and reusing timber</w:t>
            </w:r>
          </w:p>
          <w:p w14:paraId="64BAFF46" w14:textId="4DE3609F" w:rsidR="00FB61A0" w:rsidRPr="00385A36" w:rsidRDefault="00FB61A0" w:rsidP="00385A36">
            <w:pPr>
              <w:pStyle w:val="SIBulletList2"/>
            </w:pPr>
            <w:r w:rsidRPr="00505137">
              <w:t>minimising waste material and maximising energy efficiency</w:t>
            </w:r>
          </w:p>
          <w:p w14:paraId="57C163BB" w14:textId="6BD0E7DC" w:rsidR="00437BB7" w:rsidRDefault="00437BB7" w:rsidP="00385A36">
            <w:pPr>
              <w:pStyle w:val="SIBulletList1"/>
            </w:pPr>
            <w:r w:rsidRPr="00FC1272">
              <w:rPr>
                <w:noProof/>
              </w:rPr>
              <w:t>processes</w:t>
            </w:r>
            <w:r>
              <w:t xml:space="preserve"> for implementing routine operator maintenance activities associated with sawing operations</w:t>
            </w:r>
          </w:p>
          <w:p w14:paraId="34296089" w14:textId="53D4F3BB" w:rsidR="00385A36" w:rsidRPr="00385A36" w:rsidRDefault="00437BB7" w:rsidP="00385A36">
            <w:pPr>
              <w:pStyle w:val="SIBulletList1"/>
            </w:pPr>
            <w:r>
              <w:t xml:space="preserve"> </w:t>
            </w:r>
            <w:r w:rsidR="000941A9">
              <w:t>workplace</w:t>
            </w:r>
            <w:r w:rsidR="000941A9" w:rsidRPr="00385A36">
              <w:t xml:space="preserve"> </w:t>
            </w:r>
            <w:r w:rsidR="00385A36" w:rsidRPr="00385A36">
              <w:t xml:space="preserve">procedures specific to producing sawn green </w:t>
            </w:r>
            <w:r w:rsidR="004D2951">
              <w:t xml:space="preserve">timber </w:t>
            </w:r>
            <w:r w:rsidR="00385A36" w:rsidRPr="00385A36">
              <w:t>boards:</w:t>
            </w:r>
          </w:p>
          <w:p w14:paraId="32692A4F" w14:textId="46D70ADA" w:rsidR="00385A36" w:rsidRPr="00385A36" w:rsidRDefault="00385A36" w:rsidP="00385A36">
            <w:pPr>
              <w:pStyle w:val="SIBulletList2"/>
            </w:pPr>
            <w:r w:rsidRPr="00385A36">
              <w:t xml:space="preserve">workplace health and safety with particular emphasis on equipment </w:t>
            </w:r>
            <w:r w:rsidRPr="004D2951">
              <w:rPr>
                <w:noProof/>
              </w:rPr>
              <w:t>lockout</w:t>
            </w:r>
            <w:r w:rsidR="005B605B">
              <w:t xml:space="preserve">, </w:t>
            </w:r>
            <w:r w:rsidRPr="00385A36">
              <w:t>use of personal protective equipment</w:t>
            </w:r>
            <w:r w:rsidR="00214EC5">
              <w:t xml:space="preserve"> (PPE)</w:t>
            </w:r>
            <w:r w:rsidR="005B605B">
              <w:t xml:space="preserve"> and manual handling</w:t>
            </w:r>
          </w:p>
          <w:p w14:paraId="0788EE92" w14:textId="77777777" w:rsidR="00385A36" w:rsidRPr="00385A36" w:rsidRDefault="00385A36" w:rsidP="00385A36">
            <w:pPr>
              <w:pStyle w:val="SIBulletList2"/>
            </w:pPr>
            <w:r w:rsidRPr="00385A36">
              <w:t>communication reporting lines</w:t>
            </w:r>
          </w:p>
          <w:p w14:paraId="2B3510A9" w14:textId="134D75B2" w:rsidR="00F1480E" w:rsidRPr="000754EC" w:rsidRDefault="00385A36" w:rsidP="00385A36">
            <w:pPr>
              <w:pStyle w:val="SIBulletList2"/>
            </w:pPr>
            <w:proofErr w:type="gramStart"/>
            <w:r w:rsidRPr="00385A36">
              <w:t>recording</w:t>
            </w:r>
            <w:proofErr w:type="gramEnd"/>
            <w:r w:rsidRPr="00385A36">
              <w:t xml:space="preserve"> and reporting </w:t>
            </w:r>
            <w:r w:rsidR="00437BB7">
              <w:t xml:space="preserve">production output, </w:t>
            </w:r>
            <w:r w:rsidRPr="00385A36">
              <w:t>processing problems and equipment faults.</w:t>
            </w:r>
          </w:p>
        </w:tc>
      </w:tr>
    </w:tbl>
    <w:p w14:paraId="2A472D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E1FC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AB40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8DAD73" w14:textId="77777777" w:rsidTr="00CA2922">
        <w:tc>
          <w:tcPr>
            <w:tcW w:w="5000" w:type="pct"/>
            <w:shd w:val="clear" w:color="auto" w:fill="auto"/>
          </w:tcPr>
          <w:p w14:paraId="52DB0409" w14:textId="77777777" w:rsidR="00437BB7" w:rsidRPr="00437BB7" w:rsidRDefault="00437BB7" w:rsidP="00437BB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36BC2A" w14:textId="77777777" w:rsidR="00437BB7" w:rsidRPr="00437BB7" w:rsidRDefault="00437BB7" w:rsidP="00437BB7">
            <w:pPr>
              <w:pStyle w:val="SIBulletList1"/>
            </w:pPr>
            <w:r w:rsidRPr="00772464">
              <w:t>physical conditions</w:t>
            </w:r>
          </w:p>
          <w:p w14:paraId="49DD6A81" w14:textId="328B0E67" w:rsidR="00437BB7" w:rsidRPr="00437BB7" w:rsidRDefault="00437BB7" w:rsidP="00437BB7">
            <w:pPr>
              <w:pStyle w:val="SIBulletList2"/>
            </w:pPr>
            <w:r w:rsidRPr="00FC1272">
              <w:rPr>
                <w:noProof/>
              </w:rPr>
              <w:t>skills</w:t>
            </w:r>
            <w:r>
              <w:t xml:space="preserve"> must </w:t>
            </w:r>
            <w:r w:rsidRPr="00FC1272">
              <w:rPr>
                <w:noProof/>
              </w:rPr>
              <w:t>be demonstrated</w:t>
            </w:r>
            <w:r>
              <w:t xml:space="preserve"> in a </w:t>
            </w:r>
            <w:r w:rsidR="005B605B">
              <w:t>timber processing plant</w:t>
            </w:r>
            <w:r w:rsidRPr="00437BB7">
              <w:t xml:space="preserve"> or an environment that accurately represents workplace conditions</w:t>
            </w:r>
          </w:p>
          <w:p w14:paraId="4E4BA922" w14:textId="77777777" w:rsidR="00437BB7" w:rsidRPr="00437BB7" w:rsidRDefault="00437BB7" w:rsidP="00437BB7">
            <w:pPr>
              <w:pStyle w:val="SIBulletList1"/>
            </w:pPr>
            <w:r w:rsidRPr="00772464">
              <w:t>resources, equipment and materials:</w:t>
            </w:r>
          </w:p>
          <w:p w14:paraId="47A46820" w14:textId="77777777" w:rsidR="00437BB7" w:rsidRPr="00437BB7" w:rsidRDefault="00437BB7" w:rsidP="00437BB7">
            <w:pPr>
              <w:pStyle w:val="SIBulletList2"/>
            </w:pPr>
            <w:r w:rsidRPr="009A5ECE">
              <w:t>measuring equipment</w:t>
            </w:r>
          </w:p>
          <w:p w14:paraId="064CCF3E" w14:textId="02A695CF" w:rsidR="00437BB7" w:rsidRPr="00437BB7" w:rsidRDefault="00437BB7" w:rsidP="00437BB7">
            <w:pPr>
              <w:pStyle w:val="SIBulletList2"/>
            </w:pPr>
            <w:r>
              <w:t xml:space="preserve">saws </w:t>
            </w:r>
            <w:r w:rsidRPr="00E25AF7">
              <w:t>including one or more of the following:</w:t>
            </w:r>
            <w:r w:rsidRPr="00437BB7">
              <w:t xml:space="preserve"> power operated, automatic feed controlled ripping saw, saw with adjustable cant (sloping table), </w:t>
            </w:r>
            <w:r w:rsidRPr="00FF16F2">
              <w:rPr>
                <w:noProof/>
              </w:rPr>
              <w:t>saw</w:t>
            </w:r>
            <w:r w:rsidRPr="00437BB7">
              <w:t xml:space="preserve"> with one blade, rip saw</w:t>
            </w:r>
            <w:r w:rsidR="00FF16F2">
              <w:t>, table saw</w:t>
            </w:r>
            <w:r w:rsidRPr="00437BB7">
              <w:t>, bench saw</w:t>
            </w:r>
          </w:p>
          <w:p w14:paraId="4BB726BC" w14:textId="77777777" w:rsidR="00437BB7" w:rsidRPr="00437BB7" w:rsidRDefault="00437BB7" w:rsidP="00DB1487">
            <w:pPr>
              <w:pStyle w:val="SIBulletList2"/>
            </w:pPr>
            <w:r w:rsidRPr="00437BB7">
              <w:t>maintenance tools and equipment for saws</w:t>
            </w:r>
          </w:p>
          <w:p w14:paraId="2E75F0EF" w14:textId="2C561696" w:rsidR="004A0F11" w:rsidRDefault="004A0F11" w:rsidP="00DB1487">
            <w:pPr>
              <w:pStyle w:val="SIBulletList2"/>
            </w:pPr>
            <w:r>
              <w:t>manual handling equipment</w:t>
            </w:r>
          </w:p>
          <w:p w14:paraId="4C55D064" w14:textId="2B2E68C4" w:rsidR="00437BB7" w:rsidRPr="00437BB7" w:rsidRDefault="00437BB7" w:rsidP="00DB1487">
            <w:pPr>
              <w:pStyle w:val="SIBulletList2"/>
            </w:pPr>
            <w:r w:rsidRPr="00437BB7">
              <w:t>consumable saw blades</w:t>
            </w:r>
          </w:p>
          <w:p w14:paraId="13285ADB" w14:textId="14CA193E" w:rsidR="00437BB7" w:rsidRPr="00437BB7" w:rsidRDefault="00437BB7" w:rsidP="00DB1487">
            <w:pPr>
              <w:pStyle w:val="SIBulletList2"/>
            </w:pPr>
            <w:r>
              <w:lastRenderedPageBreak/>
              <w:t>PPE</w:t>
            </w:r>
            <w:r w:rsidRPr="00437BB7">
              <w:t xml:space="preserve"> suitable for producing sawn green boards</w:t>
            </w:r>
          </w:p>
          <w:p w14:paraId="0E3244D3" w14:textId="77777777" w:rsidR="00437BB7" w:rsidRPr="00437BB7" w:rsidRDefault="00437BB7" w:rsidP="00DB1487">
            <w:pPr>
              <w:pStyle w:val="SIBulletList2"/>
            </w:pPr>
            <w:r w:rsidRPr="00437BB7">
              <w:t>a diverse, comprehensive and commercial range of green flitches and cants</w:t>
            </w:r>
          </w:p>
          <w:p w14:paraId="26AA1C20" w14:textId="77777777" w:rsidR="00437BB7" w:rsidRPr="00437BB7" w:rsidRDefault="00437BB7" w:rsidP="00437BB7">
            <w:pPr>
              <w:pStyle w:val="SIBulletList1"/>
            </w:pPr>
            <w:r>
              <w:t>specifications:</w:t>
            </w:r>
          </w:p>
          <w:p w14:paraId="6705B06B" w14:textId="77777777" w:rsidR="00437BB7" w:rsidRPr="00437BB7" w:rsidRDefault="00437BB7" w:rsidP="00437BB7">
            <w:pPr>
              <w:pStyle w:val="SIBulletList2"/>
            </w:pPr>
            <w:r>
              <w:t>manufacturer</w:t>
            </w:r>
            <w:r w:rsidRPr="00437BB7">
              <w:t xml:space="preserve"> instructions for use, repair and maintenance of equipment</w:t>
            </w:r>
          </w:p>
          <w:p w14:paraId="70471728" w14:textId="77777777" w:rsidR="00437BB7" w:rsidRDefault="00437BB7" w:rsidP="00437BB7">
            <w:pPr>
              <w:pStyle w:val="SIBulletList2"/>
            </w:pPr>
            <w:r w:rsidRPr="001708F6">
              <w:t xml:space="preserve">work order with </w:t>
            </w:r>
            <w:r w:rsidRPr="00437BB7">
              <w:t xml:space="preserve">specific instructions for cutting </w:t>
            </w:r>
            <w:r w:rsidRPr="00385A36">
              <w:t>green timber boards</w:t>
            </w:r>
            <w:r w:rsidRPr="00437BB7">
              <w:t xml:space="preserve"> </w:t>
            </w:r>
          </w:p>
          <w:p w14:paraId="28877487" w14:textId="475B631D" w:rsidR="00437BB7" w:rsidRPr="00437BB7" w:rsidRDefault="00437BB7" w:rsidP="00437BB7">
            <w:pPr>
              <w:pStyle w:val="SIBulletList2"/>
            </w:pPr>
            <w:r w:rsidRPr="001708F6">
              <w:t xml:space="preserve">template documents for recording </w:t>
            </w:r>
            <w:r w:rsidRPr="00385A36">
              <w:t>equipment faults and maintenance requirements</w:t>
            </w:r>
          </w:p>
          <w:p w14:paraId="6F8E2180" w14:textId="25FB6899" w:rsidR="00437BB7" w:rsidRPr="00437BB7" w:rsidRDefault="00437BB7" w:rsidP="00437BB7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437BB7">
              <w:t xml:space="preserve"> procedures for </w:t>
            </w:r>
            <w:r w:rsidRPr="00385A36">
              <w:t>producing sawn green boards</w:t>
            </w:r>
            <w:r w:rsidRPr="00437BB7">
              <w:t>.</w:t>
            </w:r>
          </w:p>
          <w:p w14:paraId="3AA83020" w14:textId="77777777" w:rsidR="00437BB7" w:rsidRPr="00AA1C40" w:rsidRDefault="00437BB7" w:rsidP="00437BB7">
            <w:pPr>
              <w:pStyle w:val="SIText"/>
            </w:pPr>
          </w:p>
          <w:p w14:paraId="614B0295" w14:textId="77777777" w:rsidR="00437BB7" w:rsidRPr="00437BB7" w:rsidRDefault="00437BB7" w:rsidP="00437BB7">
            <w:pPr>
              <w:pStyle w:val="SIText"/>
            </w:pPr>
            <w:r>
              <w:t xml:space="preserve">Assessors of this </w:t>
            </w:r>
            <w:r w:rsidRPr="00437BB7">
              <w:t xml:space="preserve">unit must satisfy the requirements for assessors in </w:t>
            </w:r>
            <w:r w:rsidRPr="00FC1272">
              <w:rPr>
                <w:noProof/>
              </w:rPr>
              <w:t>applicable</w:t>
            </w:r>
            <w:r w:rsidRPr="00437BB7">
              <w:t xml:space="preserve"> vocational education and training legislation, frameworks </w:t>
            </w:r>
            <w:r w:rsidRPr="00FC1272">
              <w:rPr>
                <w:noProof/>
              </w:rPr>
              <w:t>and / or</w:t>
            </w:r>
            <w:r w:rsidRPr="00437BB7">
              <w:t xml:space="preserve"> standards.</w:t>
            </w:r>
          </w:p>
          <w:p w14:paraId="605E9BD9" w14:textId="15F9A9A0" w:rsidR="00F1480E" w:rsidRPr="000754EC" w:rsidRDefault="00F1480E" w:rsidP="00DB1487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5E43D1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C82477" w14:textId="77777777" w:rsidTr="004679E3">
        <w:tc>
          <w:tcPr>
            <w:tcW w:w="990" w:type="pct"/>
            <w:shd w:val="clear" w:color="auto" w:fill="auto"/>
          </w:tcPr>
          <w:p w14:paraId="6ACAA73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0F5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7CC61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062BC7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2A2F3D" w16cid:durableId="1F4BDB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6B8C29" w14:textId="77777777" w:rsidR="009A36FF" w:rsidRDefault="009A36FF" w:rsidP="00BF3F0A">
      <w:r>
        <w:separator/>
      </w:r>
    </w:p>
    <w:p w14:paraId="73ED0118" w14:textId="77777777" w:rsidR="009A36FF" w:rsidRDefault="009A36FF"/>
  </w:endnote>
  <w:endnote w:type="continuationSeparator" w:id="0">
    <w:p w14:paraId="2363BE73" w14:textId="77777777" w:rsidR="009A36FF" w:rsidRDefault="009A36FF" w:rsidP="00BF3F0A">
      <w:r>
        <w:continuationSeparator/>
      </w:r>
    </w:p>
    <w:p w14:paraId="448E12DA" w14:textId="77777777" w:rsidR="009A36FF" w:rsidRDefault="009A36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9AC280" w14:textId="00511C1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22CA">
          <w:rPr>
            <w:noProof/>
          </w:rPr>
          <w:t>5</w:t>
        </w:r>
        <w:r w:rsidRPr="000754EC">
          <w:fldChar w:fldCharType="end"/>
        </w:r>
      </w:p>
      <w:p w14:paraId="7E248A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D6F3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0FB27" w14:textId="77777777" w:rsidR="009A36FF" w:rsidRDefault="009A36FF" w:rsidP="00BF3F0A">
      <w:r>
        <w:separator/>
      </w:r>
    </w:p>
    <w:p w14:paraId="6B7FBAA4" w14:textId="77777777" w:rsidR="009A36FF" w:rsidRDefault="009A36FF"/>
  </w:footnote>
  <w:footnote w:type="continuationSeparator" w:id="0">
    <w:p w14:paraId="0404E994" w14:textId="77777777" w:rsidR="009A36FF" w:rsidRDefault="009A36FF" w:rsidP="00BF3F0A">
      <w:r>
        <w:continuationSeparator/>
      </w:r>
    </w:p>
    <w:p w14:paraId="4B818890" w14:textId="77777777" w:rsidR="009A36FF" w:rsidRDefault="009A36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093C6" w14:textId="4FACE24C" w:rsidR="00E1344D" w:rsidRDefault="00536238">
    <w:r>
      <w:t>FWPSAW</w:t>
    </w:r>
    <w:r w:rsidR="00C56DC5">
      <w:t xml:space="preserve">3202 </w:t>
    </w:r>
    <w:r w:rsidR="00385A36" w:rsidRPr="00385A36">
      <w:t>Produce sawn green boards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FE0797"/>
    <w:multiLevelType w:val="hybridMultilevel"/>
    <w:tmpl w:val="C6F64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E3D7C"/>
    <w:multiLevelType w:val="hybridMultilevel"/>
    <w:tmpl w:val="1BF4C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80634"/>
    <w:multiLevelType w:val="hybridMultilevel"/>
    <w:tmpl w:val="6980AF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2268F"/>
    <w:multiLevelType w:val="hybridMultilevel"/>
    <w:tmpl w:val="CDDE5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87387A"/>
    <w:multiLevelType w:val="hybridMultilevel"/>
    <w:tmpl w:val="D0D04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0329A"/>
    <w:multiLevelType w:val="hybridMultilevel"/>
    <w:tmpl w:val="1354E4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3157D0"/>
    <w:multiLevelType w:val="hybridMultilevel"/>
    <w:tmpl w:val="2DBAB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1"/>
  </w:num>
  <w:num w:numId="18">
    <w:abstractNumId w:val="2"/>
  </w:num>
  <w:num w:numId="19">
    <w:abstractNumId w:val="25"/>
  </w:num>
  <w:num w:numId="20">
    <w:abstractNumId w:val="12"/>
  </w:num>
  <w:num w:numId="21">
    <w:abstractNumId w:val="18"/>
  </w:num>
  <w:num w:numId="22">
    <w:abstractNumId w:val="13"/>
  </w:num>
  <w:num w:numId="23">
    <w:abstractNumId w:val="22"/>
  </w:num>
  <w:num w:numId="24">
    <w:abstractNumId w:val="17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NDU1sjQ1sDAwNzVT0lEKTi0uzszPAykwrwUAk4WLD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941A9"/>
    <w:rsid w:val="000A5441"/>
    <w:rsid w:val="000C149A"/>
    <w:rsid w:val="000C224E"/>
    <w:rsid w:val="000E25E6"/>
    <w:rsid w:val="000E2C86"/>
    <w:rsid w:val="000F29F2"/>
    <w:rsid w:val="000F527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0309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4EC5"/>
    <w:rsid w:val="00223124"/>
    <w:rsid w:val="00233143"/>
    <w:rsid w:val="00234444"/>
    <w:rsid w:val="0023714B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E2B"/>
    <w:rsid w:val="002F4BEC"/>
    <w:rsid w:val="00305EFF"/>
    <w:rsid w:val="00310A6A"/>
    <w:rsid w:val="003144E6"/>
    <w:rsid w:val="00321E06"/>
    <w:rsid w:val="003353A9"/>
    <w:rsid w:val="00337E82"/>
    <w:rsid w:val="003402C8"/>
    <w:rsid w:val="00346FDC"/>
    <w:rsid w:val="00350BB1"/>
    <w:rsid w:val="00352C83"/>
    <w:rsid w:val="00366805"/>
    <w:rsid w:val="0037067D"/>
    <w:rsid w:val="00373436"/>
    <w:rsid w:val="00376257"/>
    <w:rsid w:val="00385A36"/>
    <w:rsid w:val="0038735B"/>
    <w:rsid w:val="003916D1"/>
    <w:rsid w:val="003A21F0"/>
    <w:rsid w:val="003A277F"/>
    <w:rsid w:val="003A33E6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12B73"/>
    <w:rsid w:val="0043212E"/>
    <w:rsid w:val="00434366"/>
    <w:rsid w:val="00434ECE"/>
    <w:rsid w:val="00437BB7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0F1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951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28AE"/>
    <w:rsid w:val="00505137"/>
    <w:rsid w:val="00520E9A"/>
    <w:rsid w:val="00521486"/>
    <w:rsid w:val="005248C1"/>
    <w:rsid w:val="00526134"/>
    <w:rsid w:val="00536238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605B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7E0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73"/>
    <w:rsid w:val="007444CF"/>
    <w:rsid w:val="007522CA"/>
    <w:rsid w:val="00752C75"/>
    <w:rsid w:val="00757005"/>
    <w:rsid w:val="00761DBE"/>
    <w:rsid w:val="00763CE7"/>
    <w:rsid w:val="0076523B"/>
    <w:rsid w:val="00771B60"/>
    <w:rsid w:val="00781D77"/>
    <w:rsid w:val="00783549"/>
    <w:rsid w:val="007860B7"/>
    <w:rsid w:val="00786DC8"/>
    <w:rsid w:val="007A272F"/>
    <w:rsid w:val="007A300D"/>
    <w:rsid w:val="007A66C6"/>
    <w:rsid w:val="007D5A78"/>
    <w:rsid w:val="007E3BD1"/>
    <w:rsid w:val="007F1563"/>
    <w:rsid w:val="007F1EB2"/>
    <w:rsid w:val="007F2FDF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2CDB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0E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36FF"/>
    <w:rsid w:val="009A5900"/>
    <w:rsid w:val="009A6E6C"/>
    <w:rsid w:val="009A6F3F"/>
    <w:rsid w:val="009B331A"/>
    <w:rsid w:val="009C2650"/>
    <w:rsid w:val="009D15E2"/>
    <w:rsid w:val="009D15FE"/>
    <w:rsid w:val="009D5D2C"/>
    <w:rsid w:val="009D60B9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965C4"/>
    <w:rsid w:val="00AA5338"/>
    <w:rsid w:val="00AB1B8E"/>
    <w:rsid w:val="00AC0696"/>
    <w:rsid w:val="00AC4C98"/>
    <w:rsid w:val="00AC5F6B"/>
    <w:rsid w:val="00AD3204"/>
    <w:rsid w:val="00AD3896"/>
    <w:rsid w:val="00AD5B47"/>
    <w:rsid w:val="00AE1ED9"/>
    <w:rsid w:val="00AE32CB"/>
    <w:rsid w:val="00AE5DE6"/>
    <w:rsid w:val="00AF3957"/>
    <w:rsid w:val="00B0712C"/>
    <w:rsid w:val="00B12013"/>
    <w:rsid w:val="00B123FE"/>
    <w:rsid w:val="00B22C67"/>
    <w:rsid w:val="00B3508F"/>
    <w:rsid w:val="00B443EE"/>
    <w:rsid w:val="00B52471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63A1"/>
    <w:rsid w:val="00BC5075"/>
    <w:rsid w:val="00BC5419"/>
    <w:rsid w:val="00BD3B0F"/>
    <w:rsid w:val="00BE54FB"/>
    <w:rsid w:val="00BF1D4C"/>
    <w:rsid w:val="00BF3F0A"/>
    <w:rsid w:val="00C12EB9"/>
    <w:rsid w:val="00C143C3"/>
    <w:rsid w:val="00C15F70"/>
    <w:rsid w:val="00C1739B"/>
    <w:rsid w:val="00C21ADE"/>
    <w:rsid w:val="00C26067"/>
    <w:rsid w:val="00C30A29"/>
    <w:rsid w:val="00C317DC"/>
    <w:rsid w:val="00C51559"/>
    <w:rsid w:val="00C56DC5"/>
    <w:rsid w:val="00C578E9"/>
    <w:rsid w:val="00C70626"/>
    <w:rsid w:val="00C72860"/>
    <w:rsid w:val="00C73582"/>
    <w:rsid w:val="00C73B90"/>
    <w:rsid w:val="00C742EC"/>
    <w:rsid w:val="00C811F2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451A"/>
    <w:rsid w:val="00CE6505"/>
    <w:rsid w:val="00CE7D19"/>
    <w:rsid w:val="00CF0CF5"/>
    <w:rsid w:val="00CF2B3E"/>
    <w:rsid w:val="00CF761A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569"/>
    <w:rsid w:val="00D92C83"/>
    <w:rsid w:val="00D9324B"/>
    <w:rsid w:val="00DA0A81"/>
    <w:rsid w:val="00DA3C10"/>
    <w:rsid w:val="00DA53B5"/>
    <w:rsid w:val="00DB1487"/>
    <w:rsid w:val="00DC1720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5FCE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B61A0"/>
    <w:rsid w:val="00FC1272"/>
    <w:rsid w:val="00FC6BF5"/>
    <w:rsid w:val="00FD2540"/>
    <w:rsid w:val="00FD557D"/>
    <w:rsid w:val="00FD6612"/>
    <w:rsid w:val="00FE0282"/>
    <w:rsid w:val="00FE124D"/>
    <w:rsid w:val="00FE792C"/>
    <w:rsid w:val="00FF16F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E7422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51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Timber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7701DC-1EC2-4F88-89DB-A27103A31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057b5f7b-2bba-430b-affa-fb755e24c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7b5f7b-2bba-430b-affa-fb755e24ce65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A765BB-A41A-4DE1-9D50-D78C0B21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154</TotalTime>
  <Pages>5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42</cp:revision>
  <cp:lastPrinted>2016-05-27T05:21:00Z</cp:lastPrinted>
  <dcterms:created xsi:type="dcterms:W3CDTF">2018-08-17T04:38:00Z</dcterms:created>
  <dcterms:modified xsi:type="dcterms:W3CDTF">2019-02-21T02:33:00Z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